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3F64" w14:textId="203A440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365E83">
        <w:rPr>
          <w:rFonts w:ascii="Corbel" w:hAnsi="Corbel"/>
          <w:bCs/>
          <w:i/>
        </w:rPr>
        <w:t>61</w:t>
      </w:r>
      <w:r w:rsidR="00F61A26" w:rsidRPr="00B169DF">
        <w:rPr>
          <w:rFonts w:ascii="Corbel" w:hAnsi="Corbel"/>
          <w:bCs/>
          <w:i/>
        </w:rPr>
        <w:t>/202</w:t>
      </w:r>
      <w:r w:rsidR="00365E83">
        <w:rPr>
          <w:rFonts w:ascii="Corbel" w:hAnsi="Corbel"/>
          <w:bCs/>
          <w:i/>
        </w:rPr>
        <w:t>5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762576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C32A4" w:rsidRPr="00696479">
        <w:rPr>
          <w:rFonts w:ascii="Corbel" w:hAnsi="Corbel"/>
          <w:b/>
          <w:bCs/>
          <w:i/>
          <w:smallCaps/>
          <w:sz w:val="24"/>
          <w:szCs w:val="24"/>
        </w:rPr>
        <w:t>202</w:t>
      </w:r>
      <w:r w:rsidR="00365E83">
        <w:rPr>
          <w:rFonts w:ascii="Corbel" w:hAnsi="Corbel"/>
          <w:b/>
          <w:bCs/>
          <w:i/>
          <w:smallCaps/>
          <w:sz w:val="24"/>
          <w:szCs w:val="24"/>
        </w:rPr>
        <w:t>5</w:t>
      </w:r>
      <w:r w:rsidR="003E5F50">
        <w:rPr>
          <w:rFonts w:ascii="Corbel" w:hAnsi="Corbel"/>
          <w:b/>
          <w:bCs/>
          <w:i/>
          <w:smallCaps/>
          <w:sz w:val="24"/>
          <w:szCs w:val="24"/>
        </w:rPr>
        <w:t>-</w:t>
      </w:r>
      <w:r w:rsidR="00365E83">
        <w:rPr>
          <w:rFonts w:ascii="Corbel" w:hAnsi="Corbel"/>
          <w:b/>
          <w:bCs/>
          <w:i/>
          <w:smallCaps/>
          <w:sz w:val="24"/>
          <w:szCs w:val="24"/>
        </w:rPr>
        <w:t>2</w:t>
      </w:r>
      <w:r w:rsidR="003E5F50">
        <w:rPr>
          <w:rFonts w:ascii="Corbel" w:hAnsi="Corbel"/>
          <w:b/>
          <w:bCs/>
          <w:i/>
          <w:smallCaps/>
          <w:sz w:val="24"/>
          <w:szCs w:val="24"/>
        </w:rPr>
        <w:t>028</w:t>
      </w:r>
    </w:p>
    <w:p w14:paraId="165529A1" w14:textId="19A1629D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</w:t>
      </w:r>
      <w:r w:rsidR="009956C0">
        <w:rPr>
          <w:rFonts w:ascii="Corbel" w:hAnsi="Corbel"/>
          <w:i/>
          <w:sz w:val="24"/>
          <w:szCs w:val="24"/>
        </w:rPr>
        <w:t xml:space="preserve"> </w:t>
      </w:r>
      <w:r w:rsidR="00D3397B" w:rsidRPr="00B169DF">
        <w:rPr>
          <w:rFonts w:ascii="Corbel" w:hAnsi="Corbel"/>
          <w:i/>
          <w:sz w:val="24"/>
          <w:szCs w:val="24"/>
        </w:rPr>
        <w:t xml:space="preserve">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E134E2E" w:rsidR="00445970" w:rsidRPr="00AC32A4" w:rsidRDefault="00445970" w:rsidP="00AC32A4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AC32A4" w:rsidRPr="00AC32A4">
        <w:rPr>
          <w:rFonts w:ascii="Corbel" w:hAnsi="Corbel"/>
          <w:b/>
          <w:bCs/>
          <w:sz w:val="24"/>
          <w:szCs w:val="24"/>
        </w:rPr>
        <w:t>202</w:t>
      </w:r>
      <w:r w:rsidR="003E5F50">
        <w:rPr>
          <w:rFonts w:ascii="Corbel" w:hAnsi="Corbel"/>
          <w:b/>
          <w:bCs/>
          <w:sz w:val="24"/>
          <w:szCs w:val="24"/>
        </w:rPr>
        <w:t>5</w:t>
      </w:r>
      <w:r w:rsidR="00AC32A4" w:rsidRPr="00AC32A4">
        <w:rPr>
          <w:rFonts w:ascii="Corbel" w:hAnsi="Corbel"/>
          <w:b/>
          <w:bCs/>
          <w:sz w:val="24"/>
          <w:szCs w:val="24"/>
        </w:rPr>
        <w:t>/202</w:t>
      </w:r>
      <w:r w:rsidR="003E5F50">
        <w:rPr>
          <w:rFonts w:ascii="Corbel" w:hAnsi="Corbel"/>
          <w:b/>
          <w:bCs/>
          <w:sz w:val="24"/>
          <w:szCs w:val="24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7404903" w:rsidR="0085747A" w:rsidRPr="00AC32A4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C32A4">
              <w:rPr>
                <w:rFonts w:ascii="Corbel" w:hAnsi="Corbel"/>
                <w:bCs/>
                <w:sz w:val="24"/>
                <w:szCs w:val="24"/>
              </w:rPr>
              <w:t>Historia administracji</w:t>
            </w:r>
          </w:p>
        </w:tc>
      </w:tr>
      <w:tr w:rsidR="0085747A" w:rsidRPr="00B169DF" w14:paraId="1820FF8A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44F80EA6" w14:textId="67737965" w:rsidR="0085747A" w:rsidRPr="00B169DF" w:rsidRDefault="00B5417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729A46A" w:rsidR="0085747A" w:rsidRPr="00B169DF" w:rsidRDefault="00B111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950D34B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Historii Państwa i Prawa</w:t>
            </w:r>
          </w:p>
        </w:tc>
      </w:tr>
      <w:tr w:rsidR="0085747A" w:rsidRPr="00B169DF" w14:paraId="192BD65A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39F7E3FC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1D0732A5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88F3755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402529C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789BC41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0EA0CB7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B169DF" w14:paraId="7ACCBA8E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F53B2C4" w:rsidR="0085747A" w:rsidRPr="00B169DF" w:rsidRDefault="008D2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– obowiązkowy</w:t>
            </w:r>
          </w:p>
        </w:tc>
      </w:tr>
      <w:tr w:rsidR="00923D7D" w:rsidRPr="00B169DF" w14:paraId="331F9495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E258C90" w:rsidR="00923D7D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C32A4" w:rsidRPr="00B169DF" w14:paraId="339BFB5F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5D93ED52" w14:textId="77777777" w:rsidR="00AC32A4" w:rsidRPr="00B169DF" w:rsidRDefault="00AC32A4" w:rsidP="00AC32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939F977" w:rsidR="00AC32A4" w:rsidRPr="00B169DF" w:rsidRDefault="00AC32A4" w:rsidP="00AC32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AC32A4" w:rsidRPr="00B169DF" w14:paraId="0AD0E368" w14:textId="77777777" w:rsidTr="009956C0">
        <w:trPr>
          <w:trHeight w:val="340"/>
        </w:trPr>
        <w:tc>
          <w:tcPr>
            <w:tcW w:w="2694" w:type="dxa"/>
            <w:vAlign w:val="center"/>
          </w:tcPr>
          <w:p w14:paraId="020748E0" w14:textId="77777777" w:rsidR="00AC32A4" w:rsidRPr="00B169DF" w:rsidRDefault="00AC32A4" w:rsidP="00AC32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59A83E7" w:rsidR="00AC32A4" w:rsidRPr="00B169DF" w:rsidRDefault="00AC32A4" w:rsidP="00AC32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UR, dr Agnieszka Sikorska</w:t>
            </w:r>
          </w:p>
        </w:tc>
      </w:tr>
    </w:tbl>
    <w:p w14:paraId="0AB0B6F8" w14:textId="77777777" w:rsidR="0085747A" w:rsidRPr="00B169DF" w:rsidRDefault="0085747A" w:rsidP="009956C0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956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0425E2AB" w:rsidR="0085747A" w:rsidRPr="00B169DF" w:rsidRDefault="0085747A" w:rsidP="009956C0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9956C0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9956C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12"/>
        <w:gridCol w:w="786"/>
        <w:gridCol w:w="851"/>
        <w:gridCol w:w="798"/>
        <w:gridCol w:w="819"/>
        <w:gridCol w:w="757"/>
        <w:gridCol w:w="946"/>
        <w:gridCol w:w="1184"/>
        <w:gridCol w:w="1492"/>
      </w:tblGrid>
      <w:tr w:rsidR="00015B8F" w:rsidRPr="00B169DF" w14:paraId="30AA7A12" w14:textId="77777777" w:rsidTr="008D2022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8D2022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8D2022">
              <w:rPr>
                <w:rFonts w:ascii="Corbel" w:hAnsi="Corbel"/>
                <w:b/>
                <w:bCs/>
                <w:szCs w:val="24"/>
              </w:rPr>
              <w:t>Semestr</w:t>
            </w:r>
          </w:p>
          <w:p w14:paraId="6D8201B5" w14:textId="77777777" w:rsidR="00015B8F" w:rsidRPr="00B169DF" w:rsidRDefault="002B5EA0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2022">
              <w:rPr>
                <w:rFonts w:ascii="Corbel" w:hAnsi="Corbel"/>
                <w:b/>
                <w:bCs/>
                <w:szCs w:val="24"/>
              </w:rPr>
              <w:t>(</w:t>
            </w:r>
            <w:r w:rsidR="00363F78" w:rsidRPr="008D2022">
              <w:rPr>
                <w:rFonts w:ascii="Corbel" w:hAnsi="Corbel"/>
                <w:b/>
                <w:bCs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8D2022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proofErr w:type="spellStart"/>
            <w:r w:rsidRPr="008D2022">
              <w:rPr>
                <w:rFonts w:ascii="Corbel" w:hAnsi="Corbel"/>
                <w:b/>
                <w:bCs/>
                <w:szCs w:val="24"/>
              </w:rPr>
              <w:t>Wykł</w:t>
            </w:r>
            <w:proofErr w:type="spellEnd"/>
            <w:r w:rsidRPr="008D2022">
              <w:rPr>
                <w:rFonts w:ascii="Corbel" w:hAnsi="Corbel"/>
                <w:b/>
                <w:bCs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8D2022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8D2022">
              <w:rPr>
                <w:rFonts w:ascii="Corbel" w:hAnsi="Corbel"/>
                <w:b/>
                <w:bCs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956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9956C0">
        <w:trPr>
          <w:trHeight w:val="45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EE75F33" w:rsidR="00015B8F" w:rsidRPr="00B169DF" w:rsidRDefault="008D2022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3496E798" w:rsidR="00015B8F" w:rsidRPr="00B169DF" w:rsidRDefault="008D2022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B438043" w:rsidR="00015B8F" w:rsidRPr="00B169DF" w:rsidRDefault="008D2022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79C5FD4" w:rsidR="00015B8F" w:rsidRPr="00B169DF" w:rsidRDefault="008D2022" w:rsidP="009956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74D859A" w14:textId="77777777" w:rsidR="00923D7D" w:rsidRPr="00B169DF" w:rsidRDefault="00923D7D" w:rsidP="009956C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0C163C61" w:rsidR="0085747A" w:rsidRDefault="0085747A" w:rsidP="009956C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2965D549" w14:textId="77777777" w:rsidR="009956C0" w:rsidRPr="00B169DF" w:rsidRDefault="009956C0" w:rsidP="009956C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4ED27C42" w:rsidR="0085747A" w:rsidRPr="00B169DF" w:rsidRDefault="00865388" w:rsidP="009956C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956C0">
        <w:rPr>
          <w:rFonts w:ascii="Corbel" w:eastAsia="MS Gothic" w:hAnsi="Corbe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956C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8C805D2" w14:textId="7A89D50B" w:rsidR="0085747A" w:rsidRPr="00B169DF" w:rsidRDefault="009956C0" w:rsidP="009956C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956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249CF30D" w:rsidR="00E22FBC" w:rsidRDefault="00E22FBC" w:rsidP="009956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9956C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E5E84F" w14:textId="77777777" w:rsidR="009956C0" w:rsidRPr="00B169DF" w:rsidRDefault="009956C0" w:rsidP="009956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8F11911" w14:textId="77777777" w:rsidR="00865388" w:rsidRDefault="00865388" w:rsidP="00AB4465">
      <w:pPr>
        <w:pStyle w:val="Punktygwne"/>
        <w:tabs>
          <w:tab w:val="left" w:pos="709"/>
        </w:tabs>
        <w:spacing w:before="0" w:after="0"/>
        <w:ind w:left="709"/>
        <w:jc w:val="both"/>
        <w:rPr>
          <w:rFonts w:ascii="Corbel" w:hAnsi="Corbel"/>
          <w:b w:val="0"/>
          <w:bCs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Wykłady –</w:t>
      </w:r>
      <w:r w:rsidRPr="00F62CDE">
        <w:rPr>
          <w:rFonts w:ascii="Corbel" w:hAnsi="Corbel"/>
          <w:b w:val="0"/>
          <w:bCs/>
          <w:smallCaps w:val="0"/>
          <w:szCs w:val="24"/>
        </w:rPr>
        <w:t xml:space="preserve"> egzamin </w:t>
      </w:r>
    </w:p>
    <w:p w14:paraId="1041826E" w14:textId="3A11A910" w:rsidR="009C54AE" w:rsidRPr="00865388" w:rsidRDefault="00865388" w:rsidP="00AB4465">
      <w:pPr>
        <w:pStyle w:val="Punktygwne"/>
        <w:tabs>
          <w:tab w:val="left" w:pos="709"/>
        </w:tabs>
        <w:spacing w:before="0" w:after="0"/>
        <w:ind w:left="709"/>
        <w:jc w:val="both"/>
        <w:rPr>
          <w:rFonts w:ascii="Corbel" w:hAnsi="Corbel"/>
          <w:b w:val="0"/>
          <w:bCs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Ćwiczenia – </w:t>
      </w:r>
      <w:r w:rsidRPr="00F62CDE">
        <w:rPr>
          <w:rFonts w:ascii="Corbel" w:hAnsi="Corbel"/>
          <w:b w:val="0"/>
          <w:bCs/>
          <w:smallCaps w:val="0"/>
          <w:szCs w:val="24"/>
        </w:rPr>
        <w:t xml:space="preserve">zaliczenie z oceną </w:t>
      </w:r>
    </w:p>
    <w:p w14:paraId="3C3564DE" w14:textId="77777777" w:rsidR="00E960BB" w:rsidRPr="00B169DF" w:rsidRDefault="00E960BB" w:rsidP="00995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01BD8727" w:rsidR="00E960BB" w:rsidRDefault="0085747A" w:rsidP="009956C0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9956C0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47862EC8" w14:textId="77777777" w:rsidR="009956C0" w:rsidRPr="00B169DF" w:rsidRDefault="009956C0" w:rsidP="009956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9956C0">
        <w:trPr>
          <w:trHeight w:val="423"/>
        </w:trPr>
        <w:tc>
          <w:tcPr>
            <w:tcW w:w="9670" w:type="dxa"/>
            <w:vAlign w:val="center"/>
          </w:tcPr>
          <w:p w14:paraId="1BB8AE6C" w14:textId="3D105661" w:rsidR="0085747A" w:rsidRPr="00B169DF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na poziomie wymaganym na egzaminie maturalnym.</w:t>
            </w:r>
          </w:p>
        </w:tc>
      </w:tr>
    </w:tbl>
    <w:p w14:paraId="2010AEEA" w14:textId="77777777" w:rsidR="009956C0" w:rsidRDefault="009956C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3B130A85" w:rsidR="0085747A" w:rsidRPr="00B169DF" w:rsidRDefault="0071620A" w:rsidP="009956C0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64875D0B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9956C0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9956C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65388" w:rsidRPr="00B169DF" w14:paraId="3370B0D4" w14:textId="77777777" w:rsidTr="00865388">
        <w:tc>
          <w:tcPr>
            <w:tcW w:w="845" w:type="dxa"/>
            <w:vAlign w:val="center"/>
          </w:tcPr>
          <w:p w14:paraId="14E4A467" w14:textId="573C0B6A" w:rsidR="00865388" w:rsidRPr="00B169DF" w:rsidRDefault="00865388" w:rsidP="009956C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83C030" w14:textId="38679747" w:rsidR="00865388" w:rsidRPr="00B169DF" w:rsidRDefault="00865388" w:rsidP="009956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</w:t>
            </w:r>
            <w:r w:rsidR="009576EE">
              <w:rPr>
                <w:rFonts w:ascii="Corbel" w:hAnsi="Corbel"/>
                <w:b w:val="0"/>
                <w:sz w:val="24"/>
                <w:szCs w:val="24"/>
              </w:rPr>
              <w:t>na temat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 ewolucji administracji w Polsce, wybranych krajach Bliskiego Wschodu, Europy</w:t>
            </w:r>
            <w:r w:rsidR="00EE3D09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 Stanach Zjednoczonych od czasów starożytnych do XX w., jak również </w:t>
            </w:r>
            <w:r w:rsidR="00FC7B79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 kluczowych pojęć, instytucji oraz źródeł prawa konstytucyjnego i administracyjnego</w:t>
            </w:r>
            <w:r w:rsidR="00641256">
              <w:rPr>
                <w:rFonts w:ascii="Corbel" w:hAnsi="Corbel"/>
                <w:b w:val="0"/>
                <w:sz w:val="24"/>
                <w:szCs w:val="24"/>
              </w:rPr>
              <w:t xml:space="preserve"> określających dany m</w:t>
            </w:r>
            <w:r w:rsidR="00BB3402">
              <w:rPr>
                <w:rFonts w:ascii="Corbel" w:hAnsi="Corbel"/>
                <w:b w:val="0"/>
                <w:sz w:val="24"/>
                <w:szCs w:val="24"/>
              </w:rPr>
              <w:t>odel</w:t>
            </w:r>
            <w:r w:rsidR="00EF56A5">
              <w:rPr>
                <w:rFonts w:ascii="Corbel" w:hAnsi="Corbel"/>
                <w:b w:val="0"/>
                <w:sz w:val="24"/>
                <w:szCs w:val="24"/>
              </w:rPr>
              <w:t>/system</w:t>
            </w:r>
            <w:r w:rsidR="00BB3402">
              <w:rPr>
                <w:rFonts w:ascii="Corbel" w:hAnsi="Corbel"/>
                <w:b w:val="0"/>
                <w:sz w:val="24"/>
                <w:szCs w:val="24"/>
              </w:rPr>
              <w:t xml:space="preserve"> administracji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65388" w:rsidRPr="00B169DF" w14:paraId="497B1469" w14:textId="77777777" w:rsidTr="00865388">
        <w:tc>
          <w:tcPr>
            <w:tcW w:w="845" w:type="dxa"/>
            <w:vAlign w:val="center"/>
          </w:tcPr>
          <w:p w14:paraId="053C821F" w14:textId="1358CF77" w:rsidR="00865388" w:rsidRPr="00B169DF" w:rsidRDefault="00865388" w:rsidP="009956C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588F36" w14:textId="010CD443" w:rsidR="00865388" w:rsidRPr="00B169DF" w:rsidRDefault="00865388" w:rsidP="009956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7A0">
              <w:rPr>
                <w:rFonts w:ascii="Corbel" w:hAnsi="Corbel"/>
                <w:b w:val="0"/>
                <w:sz w:val="24"/>
                <w:szCs w:val="24"/>
              </w:rPr>
              <w:t>Wykorzystanie</w:t>
            </w:r>
            <w:r w:rsidR="006F17C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76EE">
              <w:rPr>
                <w:rFonts w:ascii="Corbel" w:hAnsi="Corbel"/>
                <w:b w:val="0"/>
                <w:sz w:val="24"/>
                <w:szCs w:val="24"/>
              </w:rPr>
              <w:t xml:space="preserve">powyższej </w:t>
            </w:r>
            <w:r w:rsidRPr="003147A0">
              <w:rPr>
                <w:rFonts w:ascii="Corbel" w:hAnsi="Corbel"/>
                <w:b w:val="0"/>
                <w:sz w:val="24"/>
                <w:szCs w:val="24"/>
              </w:rPr>
              <w:t>wiedzy jako narzędzia pozwalającego na dokonanie samodzielnej analizy i formułowani</w:t>
            </w:r>
            <w:r w:rsidR="005A3389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3147A0">
              <w:rPr>
                <w:rFonts w:ascii="Corbel" w:hAnsi="Corbel"/>
                <w:b w:val="0"/>
                <w:sz w:val="24"/>
                <w:szCs w:val="24"/>
              </w:rPr>
              <w:t xml:space="preserve"> wniosków w odniesieniu do różnorodnych systemów administracji funkcjonujących w przeszłości i aktualnie, ze szczególnym uwzględnieniem Polski.</w:t>
            </w:r>
          </w:p>
        </w:tc>
      </w:tr>
      <w:tr w:rsidR="00865388" w:rsidRPr="00B169DF" w14:paraId="3D8D058C" w14:textId="77777777" w:rsidTr="00865388">
        <w:tc>
          <w:tcPr>
            <w:tcW w:w="845" w:type="dxa"/>
            <w:vAlign w:val="center"/>
          </w:tcPr>
          <w:p w14:paraId="11CADB7C" w14:textId="311973A0" w:rsidR="00865388" w:rsidRPr="00B169DF" w:rsidRDefault="00865388" w:rsidP="009956C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2E52E7A2" w14:textId="557114D3" w:rsidR="00865388" w:rsidRPr="00B169DF" w:rsidRDefault="00865388" w:rsidP="009956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779A">
              <w:rPr>
                <w:rFonts w:ascii="Corbel" w:hAnsi="Corbel"/>
                <w:b w:val="0"/>
                <w:sz w:val="24"/>
                <w:szCs w:val="24"/>
              </w:rPr>
              <w:t>Umiejętność przewidywania kierunku zmian we współczesnych systemach administracyjnych.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380948D6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9956C0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86E3CC1" w14:textId="77777777" w:rsidR="00865388" w:rsidRPr="009C54AE" w:rsidRDefault="00865388" w:rsidP="0086538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65388" w:rsidRPr="009C54AE" w14:paraId="740B3A3B" w14:textId="77777777" w:rsidTr="00656AED">
        <w:tc>
          <w:tcPr>
            <w:tcW w:w="1588" w:type="dxa"/>
            <w:vAlign w:val="center"/>
          </w:tcPr>
          <w:p w14:paraId="181D93C1" w14:textId="77777777" w:rsidR="00865388" w:rsidRPr="009C54AE" w:rsidRDefault="00865388" w:rsidP="00D036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14:paraId="41BA0C35" w14:textId="77777777" w:rsidR="00865388" w:rsidRPr="00656AED" w:rsidRDefault="00865388" w:rsidP="00D036A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56AED">
              <w:rPr>
                <w:rFonts w:ascii="Corbel" w:hAnsi="Corbel"/>
                <w:bCs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97336D5" w14:textId="001E2FCD" w:rsidR="00865388" w:rsidRPr="00656AED" w:rsidRDefault="00865388" w:rsidP="00D036A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56AED">
              <w:rPr>
                <w:rFonts w:ascii="Corbel" w:hAnsi="Corbel"/>
                <w:bCs/>
                <w:smallCaps w:val="0"/>
                <w:szCs w:val="24"/>
              </w:rPr>
              <w:t>Odniesienie do</w:t>
            </w:r>
            <w:r w:rsidR="00656AED" w:rsidRPr="00656AE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656AED">
              <w:rPr>
                <w:rFonts w:ascii="Corbel" w:hAnsi="Corbel"/>
                <w:bCs/>
                <w:smallCaps w:val="0"/>
                <w:szCs w:val="24"/>
              </w:rPr>
              <w:t xml:space="preserve">efektów  kierunkowych </w:t>
            </w:r>
            <w:r w:rsidRPr="00656AED">
              <w:rPr>
                <w:rStyle w:val="Odwoanieprzypisudolnego"/>
                <w:rFonts w:ascii="Corbel" w:hAnsi="Corbel"/>
                <w:bCs/>
                <w:smallCaps w:val="0"/>
                <w:szCs w:val="24"/>
              </w:rPr>
              <w:footnoteReference w:id="1"/>
            </w:r>
          </w:p>
        </w:tc>
      </w:tr>
      <w:tr w:rsidR="00865388" w:rsidRPr="009C54AE" w14:paraId="7A28F256" w14:textId="77777777" w:rsidTr="00656AED">
        <w:tc>
          <w:tcPr>
            <w:tcW w:w="1588" w:type="dxa"/>
          </w:tcPr>
          <w:p w14:paraId="6DC5D3C1" w14:textId="04EDA6E4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7" w:type="dxa"/>
          </w:tcPr>
          <w:p w14:paraId="595989B9" w14:textId="13FE41CF" w:rsidR="00865388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otrafi zdefiniować typy i formy ustroju państwowego panujące  w Polsce, w Europie oraz Stanach Zjednoczonych  od czasów średniowiecznych do 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XX w., wymienić ich kluczowe 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cechy oraz zakres chronologiczny, 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posługując się odpowiednią terminologią nauk prawnoadministracyjnych.</w:t>
            </w:r>
          </w:p>
        </w:tc>
        <w:tc>
          <w:tcPr>
            <w:tcW w:w="1865" w:type="dxa"/>
          </w:tcPr>
          <w:p w14:paraId="5B056CBA" w14:textId="768D77BB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0D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65388" w:rsidRPr="009C54AE" w14:paraId="6EA5D42E" w14:textId="77777777" w:rsidTr="00656AED">
        <w:tc>
          <w:tcPr>
            <w:tcW w:w="1588" w:type="dxa"/>
          </w:tcPr>
          <w:p w14:paraId="0FE5B41F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7" w:type="dxa"/>
          </w:tcPr>
          <w:p w14:paraId="7A3BCBDF" w14:textId="281FDA76" w:rsidR="00865388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podstawowe źródła prawa regulujące struktur</w:t>
            </w:r>
            <w:r w:rsidR="00A112B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i form</w:t>
            </w:r>
            <w:r w:rsidR="00A112B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funkcjonowan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administracji w analizowanym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okresie, przedstawić ich ogólną charakterystykę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instytucje prawnoadministracyjne </w:t>
            </w:r>
            <w:r w:rsidR="00D176F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ich ewolucje.</w:t>
            </w:r>
          </w:p>
        </w:tc>
        <w:tc>
          <w:tcPr>
            <w:tcW w:w="1865" w:type="dxa"/>
          </w:tcPr>
          <w:p w14:paraId="63091635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65388" w:rsidRPr="009C54AE" w14:paraId="7F6C4163" w14:textId="77777777" w:rsidTr="00656AED">
        <w:tc>
          <w:tcPr>
            <w:tcW w:w="1588" w:type="dxa"/>
          </w:tcPr>
          <w:p w14:paraId="6AC9DC40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7" w:type="dxa"/>
          </w:tcPr>
          <w:p w14:paraId="5D1360AF" w14:textId="70B1E57A" w:rsidR="00865388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osiada wiedzę na temat podstawowych zasad procedury administracyjnej obowiązującej na ziemiach polskich </w:t>
            </w:r>
            <w:r w:rsidR="00D176F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i w niektórych krajach europejskich od XIX do XX w.;  potrafi określić podstawowe kierunki rozwoju poszczególnych  działów administracji w okresie od V do XX w. na kontynencie  europejskim, ze szczególnym uwzględnieniem ziem polskich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2D278AD" w14:textId="68305BBD" w:rsidR="00865388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 w:rsidR="009956C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65388" w:rsidRPr="009C54AE" w14:paraId="3E86C4DF" w14:textId="77777777" w:rsidTr="00656AED">
        <w:tc>
          <w:tcPr>
            <w:tcW w:w="1588" w:type="dxa"/>
          </w:tcPr>
          <w:p w14:paraId="77156A2C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14:paraId="0B9719E4" w14:textId="77777777" w:rsidR="00865388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charakterystyczne dla poszczególnych typów i form ustrojowych instytucje odnoszące się do zagadnień funkcjonowania administracji, a takż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oceniać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wpływ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rozwoju cywilizacyjnego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na kształtowanie się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nauk administracyjnych 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poszczególnych modeli administracji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C8F5B4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2D68B86B" w14:textId="77777777" w:rsidR="009956C0" w:rsidRDefault="009956C0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65388" w:rsidRPr="009C54AE" w14:paraId="05402FF6" w14:textId="77777777" w:rsidTr="00656AED">
        <w:tc>
          <w:tcPr>
            <w:tcW w:w="1588" w:type="dxa"/>
          </w:tcPr>
          <w:p w14:paraId="533B679E" w14:textId="6DF6BACA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67" w:type="dxa"/>
          </w:tcPr>
          <w:p w14:paraId="2902F29D" w14:textId="31CD5FF9" w:rsidR="00865388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prawidłowo posługiwać się pojęciami z zakresu funkcjonowania administracji </w:t>
            </w:r>
            <w:r w:rsidR="00BA1160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językiem urzędowym wykorzystując je m.in. do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interpretacji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procesów ewolucji struktur oraz funkcjonowania administracji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65" w:type="dxa"/>
          </w:tcPr>
          <w:p w14:paraId="49DED939" w14:textId="10EB31AC" w:rsidR="00865388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U01</w:t>
            </w:r>
            <w:r w:rsidR="009956C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65388" w:rsidRPr="009C54AE" w14:paraId="07FEEEC4" w14:textId="77777777" w:rsidTr="00656AED">
        <w:tc>
          <w:tcPr>
            <w:tcW w:w="1588" w:type="dxa"/>
          </w:tcPr>
          <w:p w14:paraId="0A7C9217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7" w:type="dxa"/>
          </w:tcPr>
          <w:p w14:paraId="67FD25CA" w14:textId="77777777" w:rsidR="00865388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samodzielnie opracowywać dłuższe wypowiedzi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przygotowywać prace pisemne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dotyczące zagadnień związanych z funkcjonowaniem i ewolucją administracji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(z wykorzystaniem różnych źródeł)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oraz prezentować efekty swojej pracy grupie.  </w:t>
            </w:r>
          </w:p>
        </w:tc>
        <w:tc>
          <w:tcPr>
            <w:tcW w:w="1865" w:type="dxa"/>
          </w:tcPr>
          <w:p w14:paraId="759FA161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865388" w:rsidRPr="009C54AE" w14:paraId="36827F8E" w14:textId="77777777" w:rsidTr="00656AED">
        <w:tc>
          <w:tcPr>
            <w:tcW w:w="1588" w:type="dxa"/>
          </w:tcPr>
          <w:p w14:paraId="5A1A97AA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67" w:type="dxa"/>
          </w:tcPr>
          <w:p w14:paraId="49393304" w14:textId="6E5E5BA2" w:rsidR="00865388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określić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poziom swojej wiedzy i rozumie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priorytety </w:t>
            </w:r>
            <w:r w:rsidR="00946FC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w ramach obowiązującego zakresu wiedzy, które byłyby pomocne do najbardziej efektywnego </w:t>
            </w:r>
            <w:r w:rsidR="00D81763">
              <w:rPr>
                <w:rFonts w:ascii="Corbel" w:hAnsi="Corbel"/>
                <w:b w:val="0"/>
                <w:smallCaps w:val="0"/>
                <w:szCs w:val="24"/>
              </w:rPr>
              <w:t xml:space="preserve">przygotowania się do ćwiczeń i egzaminu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podnoszenia rozwoju</w:t>
            </w:r>
            <w:r w:rsidR="00D81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65" w:type="dxa"/>
          </w:tcPr>
          <w:p w14:paraId="32670DA0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865388" w:rsidRPr="009C54AE" w14:paraId="1B1F116C" w14:textId="77777777" w:rsidTr="00656AED">
        <w:tc>
          <w:tcPr>
            <w:tcW w:w="1588" w:type="dxa"/>
          </w:tcPr>
          <w:p w14:paraId="4764288D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14:paraId="68748B60" w14:textId="55ACDC15" w:rsidR="00865388" w:rsidRPr="009C54AE" w:rsidRDefault="002B3542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prawidłowo posługiwać się wiedzą </w:t>
            </w:r>
            <w:r w:rsidR="009C4AD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inte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rpretować działalność organów administracji publicznej w danym okresie histor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ycznym oraz rozumie problemy związane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z wykonywaniem funkcji państwowej.</w:t>
            </w:r>
          </w:p>
        </w:tc>
        <w:tc>
          <w:tcPr>
            <w:tcW w:w="1865" w:type="dxa"/>
          </w:tcPr>
          <w:p w14:paraId="478A2E4D" w14:textId="29DD4CF5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B354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65388" w:rsidRPr="009C54AE" w14:paraId="03BCD830" w14:textId="77777777" w:rsidTr="00656AED">
        <w:tc>
          <w:tcPr>
            <w:tcW w:w="1588" w:type="dxa"/>
          </w:tcPr>
          <w:p w14:paraId="11EC20B9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67" w:type="dxa"/>
          </w:tcPr>
          <w:p w14:paraId="2AB00D6F" w14:textId="74704E9F" w:rsidR="002B3542" w:rsidRPr="009C54AE" w:rsidRDefault="002B3542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samodzielnie uzupełniać i poszerzać posiadany zakres wiedzy z dodatkowych źródeł wykazując aktywność w wykonywanych przez siebie zadaniach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angażując się w działania grupy.</w:t>
            </w:r>
          </w:p>
        </w:tc>
        <w:tc>
          <w:tcPr>
            <w:tcW w:w="1865" w:type="dxa"/>
          </w:tcPr>
          <w:p w14:paraId="3F0025F4" w14:textId="138ADEA1" w:rsidR="002B3542" w:rsidRPr="009C54AE" w:rsidRDefault="00865388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9956C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B354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65388" w:rsidRPr="009C54AE" w14:paraId="3B0FD6C0" w14:textId="77777777" w:rsidTr="00656AED">
        <w:tc>
          <w:tcPr>
            <w:tcW w:w="1588" w:type="dxa"/>
          </w:tcPr>
          <w:p w14:paraId="7EBE550B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67" w:type="dxa"/>
          </w:tcPr>
          <w:p w14:paraId="66D17C42" w14:textId="16E1209D" w:rsidR="00865388" w:rsidRPr="009C54AE" w:rsidRDefault="002B3542" w:rsidP="009956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krytycznie podchodzić do posiadanej wiedzy </w:t>
            </w:r>
            <w:r w:rsidR="009C4AD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odbieranych treści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prezentując włas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ne, dobrze umotywowane poglądy i analizę problemu.</w:t>
            </w:r>
          </w:p>
        </w:tc>
        <w:tc>
          <w:tcPr>
            <w:tcW w:w="1865" w:type="dxa"/>
          </w:tcPr>
          <w:p w14:paraId="0D98D429" w14:textId="26BAE993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42010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354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6F2A65A7" w14:textId="77777777" w:rsidR="0085747A" w:rsidRPr="00B169DF" w:rsidRDefault="0085747A" w:rsidP="00995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081F4263" w:rsidR="0085747A" w:rsidRDefault="00675843" w:rsidP="009956C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9956C0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428B11B" w14:textId="77777777" w:rsidR="009956C0" w:rsidRPr="00B169DF" w:rsidRDefault="009956C0" w:rsidP="009956C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9956C0" w:rsidRDefault="0085747A" w:rsidP="009956C0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956C0">
        <w:rPr>
          <w:rFonts w:ascii="Corbel" w:hAnsi="Corbel"/>
          <w:sz w:val="24"/>
          <w:szCs w:val="24"/>
        </w:rPr>
        <w:t xml:space="preserve">Problematyka wykładu </w:t>
      </w:r>
    </w:p>
    <w:p w14:paraId="5DA63D95" w14:textId="77777777" w:rsidR="00865388" w:rsidRPr="00B169DF" w:rsidRDefault="00865388" w:rsidP="009956C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388" w:rsidRPr="009C54AE" w14:paraId="58D4886A" w14:textId="77777777" w:rsidTr="008D0794">
        <w:tc>
          <w:tcPr>
            <w:tcW w:w="9520" w:type="dxa"/>
          </w:tcPr>
          <w:p w14:paraId="38D4DAA4" w14:textId="77777777" w:rsidR="00865388" w:rsidRPr="00656AED" w:rsidRDefault="00865388" w:rsidP="009956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56AE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65388" w:rsidRPr="009C54AE" w14:paraId="57DBBA73" w14:textId="77777777" w:rsidTr="008D0794">
        <w:tc>
          <w:tcPr>
            <w:tcW w:w="9520" w:type="dxa"/>
          </w:tcPr>
          <w:p w14:paraId="6C82253E" w14:textId="71B35C4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Typy i formy państwa. </w:t>
            </w:r>
            <w:r w:rsidRPr="0027164B">
              <w:rPr>
                <w:rFonts w:ascii="Corbel" w:hAnsi="Corbel"/>
                <w:iCs/>
                <w:sz w:val="24"/>
                <w:szCs w:val="24"/>
              </w:rPr>
              <w:t xml:space="preserve">Modele administracji w starożytnym Egipcie, Mezopotamii, Sparcie </w:t>
            </w:r>
            <w:r w:rsidR="00780C1D" w:rsidRPr="0027164B">
              <w:rPr>
                <w:rFonts w:ascii="Corbel" w:hAnsi="Corbel"/>
                <w:iCs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iCs/>
                <w:sz w:val="24"/>
                <w:szCs w:val="24"/>
              </w:rPr>
              <w:t>i Atenach oraz w starożytnym Rzymie</w:t>
            </w:r>
            <w:r w:rsidR="00E34F83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865388" w:rsidRPr="009C54AE" w14:paraId="6A11FB83" w14:textId="77777777" w:rsidTr="008D0794">
        <w:tc>
          <w:tcPr>
            <w:tcW w:w="9520" w:type="dxa"/>
          </w:tcPr>
          <w:p w14:paraId="238CC298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Podstawowe zasady ustrojowe monarchii patrymonialnej, forma zarządu w państwie frankońskim. Zasady podziału terytorialnego w Europie, urzędy centralne i lokalne doby monarchii patrymonialnej w Europie.</w:t>
            </w:r>
          </w:p>
        </w:tc>
      </w:tr>
      <w:tr w:rsidR="00865388" w:rsidRPr="009C54AE" w14:paraId="1D6ABAAF" w14:textId="77777777" w:rsidTr="008D0794">
        <w:tc>
          <w:tcPr>
            <w:tcW w:w="9520" w:type="dxa"/>
          </w:tcPr>
          <w:p w14:paraId="4EEAB691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Zasady podziału terytorialnego w Polsce, polskie urzędy centralne i lokalne doby monarchii patrymonialnej.</w:t>
            </w:r>
          </w:p>
        </w:tc>
      </w:tr>
      <w:tr w:rsidR="00865388" w:rsidRPr="009C54AE" w14:paraId="6CDD4098" w14:textId="77777777" w:rsidTr="008D0794">
        <w:tc>
          <w:tcPr>
            <w:tcW w:w="9520" w:type="dxa"/>
          </w:tcPr>
          <w:p w14:paraId="22889588" w14:textId="55B94083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Podstawowe zasady ustrojowe monarchii stanowej, ewolucja polskich urzędów centralnych </w:t>
            </w:r>
            <w:r w:rsidR="00780C1D" w:rsidRPr="0027164B">
              <w:rPr>
                <w:rFonts w:ascii="Corbel" w:hAnsi="Corbel"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sz w:val="24"/>
                <w:szCs w:val="24"/>
              </w:rPr>
              <w:t>i lokalnych doby okresu stanowej, jak również wybrane przykłady specyficznych urzędów centralnych i lokalnych ww. okresu w Europie.</w:t>
            </w:r>
          </w:p>
        </w:tc>
      </w:tr>
      <w:tr w:rsidR="00865388" w:rsidRPr="009C54AE" w14:paraId="573EDBC2" w14:textId="77777777" w:rsidTr="008D0794">
        <w:tc>
          <w:tcPr>
            <w:tcW w:w="9520" w:type="dxa"/>
          </w:tcPr>
          <w:p w14:paraId="7F03FE47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Podstawowe zasady ustrojowe Rzeczypospolitej Szlacheckiej i reformy ustrojowe w okresie początków monarchii konstytucyjnej. Ewolucja polskich urzędów centralnych i lokalnych doby Rzeczypospolitej Szlacheckiej.</w:t>
            </w:r>
          </w:p>
        </w:tc>
      </w:tr>
      <w:tr w:rsidR="00865388" w:rsidRPr="009C54AE" w14:paraId="00FCD1BD" w14:textId="77777777" w:rsidTr="008D0794">
        <w:tc>
          <w:tcPr>
            <w:tcW w:w="9520" w:type="dxa"/>
          </w:tcPr>
          <w:p w14:paraId="218185F5" w14:textId="3EECB86F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Podstawowe zasady ustrojowe oraz wybrane przykłady specyficznych urzędów centralnych </w:t>
            </w:r>
            <w:r w:rsidR="00780C1D" w:rsidRPr="0027164B">
              <w:rPr>
                <w:rFonts w:ascii="Corbel" w:hAnsi="Corbel"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sz w:val="24"/>
                <w:szCs w:val="24"/>
              </w:rPr>
              <w:t>i lokalnych doby absolutyzmu w Europie.</w:t>
            </w:r>
          </w:p>
        </w:tc>
      </w:tr>
      <w:tr w:rsidR="00865388" w:rsidRPr="009C54AE" w14:paraId="6A2368F9" w14:textId="77777777" w:rsidTr="008D0794">
        <w:tc>
          <w:tcPr>
            <w:tcW w:w="9520" w:type="dxa"/>
          </w:tcPr>
          <w:p w14:paraId="7E06E8F1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Konstytucje Księstwa Warszawskiego i Królestwa Polskiego i ich wpływ na model administracji na ziemiach polskich. </w:t>
            </w:r>
          </w:p>
        </w:tc>
      </w:tr>
      <w:tr w:rsidR="00865388" w:rsidRPr="009C54AE" w14:paraId="054C63CC" w14:textId="77777777" w:rsidTr="008D0794">
        <w:tc>
          <w:tcPr>
            <w:tcW w:w="9520" w:type="dxa"/>
          </w:tcPr>
          <w:p w14:paraId="6B7F14C3" w14:textId="1A6C41CF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lastRenderedPageBreak/>
              <w:t xml:space="preserve">Ustrój organów powstańczych w okresie powstania listopadowego, styczniowego </w:t>
            </w:r>
            <w:r w:rsidR="00780C1D" w:rsidRPr="0027164B">
              <w:rPr>
                <w:rFonts w:ascii="Corbel" w:hAnsi="Corbel"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sz w:val="24"/>
                <w:szCs w:val="24"/>
              </w:rPr>
              <w:t>i krakowskiego. Administracja w Wielkim Księstwie Poznańskim, Rzeczypospolitej Krakowskiej oraz Galicji doby autonomicznej.</w:t>
            </w:r>
          </w:p>
        </w:tc>
      </w:tr>
      <w:tr w:rsidR="00865388" w:rsidRPr="009C54AE" w14:paraId="4EBD3419" w14:textId="77777777" w:rsidTr="008D0794">
        <w:tc>
          <w:tcPr>
            <w:tcW w:w="9520" w:type="dxa"/>
          </w:tcPr>
          <w:p w14:paraId="5E9D2C66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Ewolucja urzędów administracji w Europie w XIX w.</w:t>
            </w:r>
          </w:p>
        </w:tc>
      </w:tr>
      <w:tr w:rsidR="00865388" w:rsidRPr="009C54AE" w14:paraId="35D2EEBC" w14:textId="77777777" w:rsidTr="008D0794">
        <w:tc>
          <w:tcPr>
            <w:tcW w:w="9520" w:type="dxa"/>
          </w:tcPr>
          <w:p w14:paraId="4B848443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Konstytucje II Rzeczypospolitej, nowela sierpniowa i ich wpływ na ówczesną administrację. Administracja centralna i terytorialna. Samorząd terytorialny. Terytorialne odrębności administracyjne. Sądownictwo administracyjne.</w:t>
            </w:r>
          </w:p>
        </w:tc>
      </w:tr>
      <w:tr w:rsidR="00865388" w:rsidRPr="009C54AE" w14:paraId="1B16C015" w14:textId="77777777" w:rsidTr="008D0794">
        <w:tc>
          <w:tcPr>
            <w:tcW w:w="9520" w:type="dxa"/>
          </w:tcPr>
          <w:p w14:paraId="781D6774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Ewolucja urzędów administracji w Europie w XX w.</w:t>
            </w:r>
          </w:p>
        </w:tc>
      </w:tr>
      <w:tr w:rsidR="00865388" w:rsidRPr="009C54AE" w14:paraId="1E544810" w14:textId="77777777" w:rsidTr="008D0794">
        <w:tc>
          <w:tcPr>
            <w:tcW w:w="9520" w:type="dxa"/>
          </w:tcPr>
          <w:p w14:paraId="52D3B1AE" w14:textId="77777777" w:rsidR="00865388" w:rsidRPr="0027164B" w:rsidRDefault="00865388" w:rsidP="009956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Ustrój administracji państwowej w Polsce Ludowej. Podział terytorialny państwa. Administracja centralna i terytorialna. Kontrola administracji.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FF69242" w:rsidR="0085747A" w:rsidRPr="00911AE4" w:rsidRDefault="00911AE4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1AE4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2D3848E7" w14:textId="77777777" w:rsidR="00865388" w:rsidRPr="00B169DF" w:rsidRDefault="00865388" w:rsidP="0086538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388" w:rsidRPr="009C54AE" w14:paraId="474BCE7E" w14:textId="77777777" w:rsidTr="008D0794">
        <w:tc>
          <w:tcPr>
            <w:tcW w:w="9520" w:type="dxa"/>
          </w:tcPr>
          <w:p w14:paraId="04763E97" w14:textId="77777777" w:rsidR="00865388" w:rsidRPr="00656AED" w:rsidRDefault="00865388" w:rsidP="00780C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56AE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65388" w:rsidRPr="009C54AE" w14:paraId="4F895FE3" w14:textId="77777777" w:rsidTr="008D0794">
        <w:tc>
          <w:tcPr>
            <w:tcW w:w="9520" w:type="dxa"/>
          </w:tcPr>
          <w:p w14:paraId="423D94FC" w14:textId="14E40D1F" w:rsidR="00865388" w:rsidRPr="009C54AE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Modele administracji w starożytnym Egipcie, Mezopotamii, Sparcie i Atenach oraz </w:t>
            </w:r>
            <w:r w:rsidR="00E34F83">
              <w:rPr>
                <w:rFonts w:ascii="Corbel" w:hAnsi="Corbel"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Cs/>
                <w:sz w:val="24"/>
                <w:szCs w:val="24"/>
              </w:rPr>
              <w:t>w starożytnym Rzymie</w:t>
            </w:r>
            <w:r w:rsidR="00E34F83">
              <w:rPr>
                <w:rFonts w:ascii="Corbel" w:hAnsi="Corbel"/>
                <w:iCs/>
                <w:sz w:val="24"/>
                <w:szCs w:val="24"/>
              </w:rPr>
              <w:t xml:space="preserve"> – cechy charakterystyczne, administracja centralna i terytorialna.</w:t>
            </w:r>
          </w:p>
        </w:tc>
      </w:tr>
      <w:tr w:rsidR="00865388" w:rsidRPr="00AC10D3" w14:paraId="2FF4D4CB" w14:textId="77777777" w:rsidTr="008D0794">
        <w:tc>
          <w:tcPr>
            <w:tcW w:w="9520" w:type="dxa"/>
          </w:tcPr>
          <w:p w14:paraId="64306739" w14:textId="1EA885A0" w:rsidR="00865388" w:rsidRPr="00AC10D3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P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odstawowe zasady ustrojowe monarchii patrymonialnej i ich wpływ na formy zarządu </w:t>
            </w:r>
            <w:r w:rsidR="000E6D3F">
              <w:rPr>
                <w:rFonts w:ascii="Corbel" w:hAnsi="Corbel"/>
                <w:iCs/>
                <w:sz w:val="24"/>
                <w:szCs w:val="24"/>
              </w:rPr>
              <w:br/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w państwie frankońskim</w:t>
            </w:r>
            <w:r w:rsidR="00E34F83">
              <w:rPr>
                <w:rFonts w:ascii="Corbel" w:hAnsi="Corbel"/>
                <w:iCs/>
                <w:sz w:val="24"/>
                <w:szCs w:val="24"/>
              </w:rPr>
              <w:t xml:space="preserve"> –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3F2EE6">
              <w:rPr>
                <w:rFonts w:ascii="Corbel" w:hAnsi="Corbel"/>
                <w:iCs/>
                <w:sz w:val="24"/>
                <w:szCs w:val="24"/>
              </w:rPr>
              <w:t xml:space="preserve">zakres władzy, </w:t>
            </w:r>
            <w:r w:rsidR="00E34F83">
              <w:rPr>
                <w:rFonts w:ascii="Corbel" w:hAnsi="Corbel"/>
                <w:iCs/>
                <w:sz w:val="24"/>
                <w:szCs w:val="24"/>
              </w:rPr>
              <w:t>administracja centralna i terytorialna.</w:t>
            </w:r>
          </w:p>
        </w:tc>
      </w:tr>
      <w:tr w:rsidR="00865388" w:rsidRPr="009C54AE" w14:paraId="76FAD224" w14:textId="77777777" w:rsidTr="008D0794">
        <w:tc>
          <w:tcPr>
            <w:tcW w:w="9520" w:type="dxa"/>
          </w:tcPr>
          <w:p w14:paraId="5E94367A" w14:textId="7197E27F" w:rsidR="00865388" w:rsidRPr="009C54AE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>, ustrój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oraz ewolucja funkcji polskich urzędów centralnych </w:t>
            </w:r>
            <w:r w:rsidR="003418B5">
              <w:rPr>
                <w:rFonts w:ascii="Corbel" w:hAnsi="Corbel"/>
                <w:iCs/>
                <w:sz w:val="24"/>
                <w:szCs w:val="24"/>
              </w:rPr>
              <w:br/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i lokalnych doby monarchii patrymonialnej</w:t>
            </w:r>
            <w:r w:rsidR="00125019">
              <w:rPr>
                <w:rFonts w:ascii="Corbel" w:hAnsi="Corbel"/>
                <w:iCs/>
                <w:sz w:val="24"/>
                <w:szCs w:val="24"/>
              </w:rPr>
              <w:t xml:space="preserve"> i okresu rozdrobnienia feudalnego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865388" w:rsidRPr="009C54AE" w14:paraId="6E2DF7F9" w14:textId="77777777" w:rsidTr="008D0794">
        <w:tc>
          <w:tcPr>
            <w:tcW w:w="9520" w:type="dxa"/>
          </w:tcPr>
          <w:p w14:paraId="0F5C9788" w14:textId="2D9DB50E" w:rsidR="00865388" w:rsidRPr="009C54AE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Podstawowe zasady ustrojowe monarchii patrymonialnej i ich wpływ na formy zarządu </w:t>
            </w:r>
            <w:r w:rsidR="000E6D3F">
              <w:rPr>
                <w:rFonts w:ascii="Corbel" w:hAnsi="Corbel"/>
                <w:iCs/>
                <w:sz w:val="24"/>
                <w:szCs w:val="24"/>
              </w:rPr>
              <w:br/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w Anglii, Francji, Niemczech</w:t>
            </w:r>
            <w:r w:rsidR="000E6D3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Rosji</w:t>
            </w:r>
            <w:r w:rsidR="000E6D3F">
              <w:rPr>
                <w:rFonts w:ascii="Corbel" w:hAnsi="Corbel"/>
                <w:iCs/>
                <w:sz w:val="24"/>
                <w:szCs w:val="24"/>
              </w:rPr>
              <w:t xml:space="preserve"> – zakres władzy, administracja centralna i terytorialna.</w:t>
            </w:r>
          </w:p>
        </w:tc>
      </w:tr>
      <w:tr w:rsidR="00865388" w:rsidRPr="009C54AE" w14:paraId="2B526BAA" w14:textId="77777777" w:rsidTr="008D0794">
        <w:tc>
          <w:tcPr>
            <w:tcW w:w="9520" w:type="dxa"/>
          </w:tcPr>
          <w:p w14:paraId="748EF4CE" w14:textId="475EA0D2" w:rsidR="00865388" w:rsidRPr="009C54AE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="00103AC5">
              <w:rPr>
                <w:rFonts w:ascii="Corbel" w:hAnsi="Corbel"/>
                <w:iCs/>
                <w:sz w:val="24"/>
                <w:szCs w:val="24"/>
              </w:rPr>
              <w:t xml:space="preserve">cechy 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>ustr</w:t>
            </w:r>
            <w:r w:rsidR="00103AC5">
              <w:rPr>
                <w:rFonts w:ascii="Corbel" w:hAnsi="Corbel"/>
                <w:iCs/>
                <w:sz w:val="24"/>
                <w:szCs w:val="24"/>
              </w:rPr>
              <w:t>oju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oraz ewolucja funkcji polskich urzędów centralnych i lokalnych doby monarchii stanowej</w:t>
            </w:r>
            <w:r w:rsidR="000E6D3F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865388" w:rsidRPr="009C54AE" w14:paraId="5503A3B5" w14:textId="77777777" w:rsidTr="008D0794">
        <w:tc>
          <w:tcPr>
            <w:tcW w:w="9520" w:type="dxa"/>
          </w:tcPr>
          <w:p w14:paraId="13F910BB" w14:textId="39A6324B" w:rsidR="00865388" w:rsidRPr="009C54AE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Podstawowe zasady ustrojowe monarchii stanowej i ich wpływ na formy zarządu w Anglii, Francji, Niemczech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Rosji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 xml:space="preserve"> – zakres władzy, administracja centralna i terytorialna.</w:t>
            </w:r>
          </w:p>
        </w:tc>
      </w:tr>
      <w:tr w:rsidR="00865388" w:rsidRPr="009C54AE" w14:paraId="76F024EF" w14:textId="77777777" w:rsidTr="008D0794">
        <w:tc>
          <w:tcPr>
            <w:tcW w:w="9520" w:type="dxa"/>
          </w:tcPr>
          <w:p w14:paraId="07AC456D" w14:textId="70DD2A77" w:rsidR="00865388" w:rsidRPr="009C54AE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="00103AC5">
              <w:rPr>
                <w:rFonts w:ascii="Corbel" w:hAnsi="Corbel"/>
                <w:iCs/>
                <w:sz w:val="24"/>
                <w:szCs w:val="24"/>
              </w:rPr>
              <w:t xml:space="preserve">cechy 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>ustrój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oraz ewolucja funkcji polskich urzędów centralnych i lokalnych doby Rzeczypospolitej szlacheckiej.</w:t>
            </w:r>
          </w:p>
        </w:tc>
      </w:tr>
      <w:tr w:rsidR="00865388" w:rsidRPr="00EE2A4E" w14:paraId="44A80703" w14:textId="77777777" w:rsidTr="008D0794">
        <w:tc>
          <w:tcPr>
            <w:tcW w:w="9520" w:type="dxa"/>
          </w:tcPr>
          <w:p w14:paraId="75C5E9D2" w14:textId="4DE4885A" w:rsidR="00865388" w:rsidRPr="00EE2A4E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Podstawowe zasady ustrojowe monarchii</w:t>
            </w:r>
            <w:r w:rsidR="009C5BD9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absolutn</w:t>
            </w:r>
            <w:r w:rsidR="009C5BD9">
              <w:rPr>
                <w:rFonts w:ascii="Corbel" w:hAnsi="Corbel"/>
                <w:iCs/>
                <w:sz w:val="24"/>
                <w:szCs w:val="24"/>
              </w:rPr>
              <w:t>ych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i ich wpływ na formy zarządu 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>w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Anglii, Francji, Niemczech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Rosji</w:t>
            </w:r>
            <w:r w:rsidR="0009381F">
              <w:rPr>
                <w:rFonts w:ascii="Corbel" w:hAnsi="Corbel"/>
                <w:iCs/>
                <w:sz w:val="24"/>
                <w:szCs w:val="24"/>
              </w:rPr>
              <w:t xml:space="preserve"> – zakres władzy, administracja centralna i terytorialna.</w:t>
            </w:r>
          </w:p>
        </w:tc>
      </w:tr>
      <w:tr w:rsidR="00103AC5" w:rsidRPr="00EE2A4E" w14:paraId="4BD8723D" w14:textId="77777777" w:rsidTr="008D0794">
        <w:tc>
          <w:tcPr>
            <w:tcW w:w="9520" w:type="dxa"/>
          </w:tcPr>
          <w:p w14:paraId="089B60AD" w14:textId="24BFAE3A" w:rsidR="00103AC5" w:rsidRPr="00AC10D3" w:rsidRDefault="00103AC5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Reformy okresu monarchii konstytucyjnej w Polsce i ich wpływ na </w:t>
            </w:r>
            <w:r w:rsidR="006A05C9">
              <w:rPr>
                <w:rFonts w:ascii="Corbel" w:hAnsi="Corbel"/>
                <w:iCs/>
                <w:sz w:val="24"/>
                <w:szCs w:val="24"/>
              </w:rPr>
              <w:t xml:space="preserve">model </w:t>
            </w:r>
            <w:r>
              <w:rPr>
                <w:rFonts w:ascii="Corbel" w:hAnsi="Corbel"/>
                <w:iCs/>
                <w:sz w:val="24"/>
                <w:szCs w:val="24"/>
              </w:rPr>
              <w:t>admi</w:t>
            </w:r>
            <w:r w:rsidR="006A05C9">
              <w:rPr>
                <w:rFonts w:ascii="Corbel" w:hAnsi="Corbel"/>
                <w:iCs/>
                <w:sz w:val="24"/>
                <w:szCs w:val="24"/>
              </w:rPr>
              <w:t>nistracji.</w:t>
            </w:r>
          </w:p>
        </w:tc>
      </w:tr>
      <w:tr w:rsidR="00865388" w:rsidRPr="00AC10D3" w14:paraId="181A837A" w14:textId="77777777" w:rsidTr="008D0794">
        <w:tc>
          <w:tcPr>
            <w:tcW w:w="9520" w:type="dxa"/>
          </w:tcPr>
          <w:p w14:paraId="7D21E351" w14:textId="6606EC2C" w:rsidR="00865388" w:rsidRPr="00AC10D3" w:rsidRDefault="00865388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Konstytucje Księstwa Warszawskiego i</w:t>
            </w:r>
            <w:r w:rsidR="006A05C9">
              <w:rPr>
                <w:rFonts w:ascii="Corbel" w:hAnsi="Corbel"/>
                <w:iCs/>
                <w:sz w:val="24"/>
                <w:szCs w:val="24"/>
              </w:rPr>
              <w:t xml:space="preserve"> Królestwa Polskiego i ich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wpływ na model administracji na ziemiach polskich.</w:t>
            </w:r>
          </w:p>
        </w:tc>
      </w:tr>
      <w:tr w:rsidR="00865388" w:rsidRPr="00AC10D3" w14:paraId="4F07C1CF" w14:textId="77777777" w:rsidTr="008D0794">
        <w:tc>
          <w:tcPr>
            <w:tcW w:w="9520" w:type="dxa"/>
          </w:tcPr>
          <w:p w14:paraId="4C32AC45" w14:textId="619D7B81" w:rsidR="00865388" w:rsidRPr="00AC10D3" w:rsidRDefault="00A60779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Ustrój organów powstańczych </w:t>
            </w:r>
            <w:r w:rsidR="003418B5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listopadowe, styczniowe</w:t>
            </w:r>
            <w:r w:rsidR="003418B5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krakowskie</w:t>
            </w:r>
            <w:r w:rsidR="003418B5">
              <w:rPr>
                <w:rFonts w:ascii="Corbel" w:hAnsi="Corbel"/>
                <w:iCs/>
                <w:sz w:val="24"/>
                <w:szCs w:val="24"/>
              </w:rPr>
              <w:t>)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. Administracja </w:t>
            </w:r>
            <w:r w:rsidR="003418B5">
              <w:rPr>
                <w:rFonts w:ascii="Corbel" w:hAnsi="Corbel"/>
                <w:iCs/>
                <w:sz w:val="24"/>
                <w:szCs w:val="24"/>
              </w:rPr>
              <w:br/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w Wielkim Księstwie Poznańskim, Rzecz</w:t>
            </w:r>
            <w:r>
              <w:rPr>
                <w:rFonts w:ascii="Corbel" w:hAnsi="Corbel"/>
                <w:iCs/>
                <w:sz w:val="24"/>
                <w:szCs w:val="24"/>
              </w:rPr>
              <w:t>y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pospolitej Krakowskiej </w:t>
            </w:r>
            <w:r w:rsidR="003418B5">
              <w:rPr>
                <w:rFonts w:ascii="Corbel" w:hAnsi="Corbel"/>
                <w:iCs/>
                <w:sz w:val="24"/>
                <w:szCs w:val="24"/>
              </w:rPr>
              <w:t>i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Galicji doby autonomicznej.</w:t>
            </w:r>
          </w:p>
        </w:tc>
      </w:tr>
      <w:tr w:rsidR="006A05C9" w:rsidRPr="00AC10D3" w14:paraId="4674880E" w14:textId="77777777" w:rsidTr="008D0794">
        <w:tc>
          <w:tcPr>
            <w:tcW w:w="9520" w:type="dxa"/>
          </w:tcPr>
          <w:p w14:paraId="5BCC44B4" w14:textId="07E38ECA" w:rsidR="006A05C9" w:rsidRPr="00AC10D3" w:rsidRDefault="003418B5" w:rsidP="009956C0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Ewolucja a</w:t>
            </w:r>
            <w:r w:rsidRPr="003418B5">
              <w:rPr>
                <w:rFonts w:ascii="Corbel" w:hAnsi="Corbel"/>
                <w:iCs/>
                <w:sz w:val="24"/>
                <w:szCs w:val="24"/>
              </w:rPr>
              <w:t>dministracj</w:t>
            </w:r>
            <w:r>
              <w:rPr>
                <w:rFonts w:ascii="Corbel" w:hAnsi="Corbel"/>
                <w:iCs/>
                <w:sz w:val="24"/>
                <w:szCs w:val="24"/>
              </w:rPr>
              <w:t>i</w:t>
            </w:r>
            <w:r w:rsidRPr="003418B5">
              <w:rPr>
                <w:rFonts w:ascii="Corbel" w:hAnsi="Corbel"/>
                <w:iCs/>
                <w:sz w:val="24"/>
                <w:szCs w:val="24"/>
              </w:rPr>
              <w:t xml:space="preserve"> w państwach Europy 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w XIX w. </w:t>
            </w:r>
            <w:r w:rsidRPr="003418B5">
              <w:rPr>
                <w:rFonts w:ascii="Corbel" w:hAnsi="Corbel"/>
                <w:iCs/>
                <w:sz w:val="24"/>
                <w:szCs w:val="24"/>
              </w:rPr>
              <w:t xml:space="preserve">okresu liberalno-demokratycznej monarchii konstytucyjnej, monarchii absolutnych i </w:t>
            </w:r>
            <w:proofErr w:type="spellStart"/>
            <w:r w:rsidRPr="003418B5">
              <w:rPr>
                <w:rFonts w:ascii="Corbel" w:hAnsi="Corbel"/>
                <w:iCs/>
                <w:sz w:val="24"/>
                <w:szCs w:val="24"/>
              </w:rPr>
              <w:t>postabsolutnych</w:t>
            </w:r>
            <w:proofErr w:type="spellEnd"/>
            <w:r w:rsidRPr="003418B5">
              <w:rPr>
                <w:rFonts w:ascii="Corbel" w:hAnsi="Corbel"/>
                <w:iCs/>
                <w:sz w:val="24"/>
                <w:szCs w:val="24"/>
              </w:rPr>
              <w:t>, reżimu autorytarnego</w:t>
            </w:r>
            <w:r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6A05C9" w:rsidRPr="00AC10D3" w14:paraId="7834D5FE" w14:textId="77777777" w:rsidTr="008D0794">
        <w:tc>
          <w:tcPr>
            <w:tcW w:w="9520" w:type="dxa"/>
          </w:tcPr>
          <w:p w14:paraId="7F9452AE" w14:textId="1DE34B30" w:rsidR="006A05C9" w:rsidRPr="00AC10D3" w:rsidRDefault="006A05C9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Modele </w:t>
            </w:r>
            <w:r w:rsidR="00613A06">
              <w:rPr>
                <w:rFonts w:ascii="Corbel" w:hAnsi="Corbel"/>
                <w:iCs/>
                <w:sz w:val="24"/>
                <w:szCs w:val="24"/>
              </w:rPr>
              <w:t xml:space="preserve">administracji 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republikańskiej </w:t>
            </w:r>
            <w:r w:rsidR="00613A06">
              <w:rPr>
                <w:rFonts w:ascii="Corbel" w:hAnsi="Corbel"/>
                <w:iCs/>
                <w:sz w:val="24"/>
                <w:szCs w:val="24"/>
              </w:rPr>
              <w:t xml:space="preserve">– 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administracj</w:t>
            </w:r>
            <w:r w:rsidR="00613A06">
              <w:rPr>
                <w:rFonts w:ascii="Corbel" w:hAnsi="Corbel"/>
                <w:iCs/>
                <w:sz w:val="24"/>
                <w:szCs w:val="24"/>
              </w:rPr>
              <w:t>a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centraln</w:t>
            </w:r>
            <w:r w:rsidR="00613A06">
              <w:rPr>
                <w:rFonts w:ascii="Corbel" w:hAnsi="Corbel"/>
                <w:iCs/>
                <w:sz w:val="24"/>
                <w:szCs w:val="24"/>
              </w:rPr>
              <w:t>a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w Stanach Zjednoczonych </w:t>
            </w:r>
            <w:r w:rsidR="00406A2A">
              <w:rPr>
                <w:rFonts w:ascii="Corbel" w:hAnsi="Corbel"/>
                <w:iCs/>
                <w:sz w:val="24"/>
                <w:szCs w:val="24"/>
              </w:rPr>
              <w:br/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i Francji do poł. XX w.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>Ewolucja administracji w</w:t>
            </w:r>
            <w:r w:rsidR="00613A06">
              <w:rPr>
                <w:rFonts w:ascii="Corbel" w:hAnsi="Corbel"/>
                <w:iCs/>
                <w:sz w:val="24"/>
                <w:szCs w:val="24"/>
              </w:rPr>
              <w:t xml:space="preserve"> państwach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Europ</w:t>
            </w:r>
            <w:r w:rsidR="00613A06">
              <w:rPr>
                <w:rFonts w:ascii="Corbel" w:hAnsi="Corbel"/>
                <w:iCs/>
                <w:sz w:val="24"/>
                <w:szCs w:val="24"/>
              </w:rPr>
              <w:t>y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w XX w.</w:t>
            </w:r>
          </w:p>
        </w:tc>
      </w:tr>
      <w:tr w:rsidR="006A05C9" w:rsidRPr="00AC10D3" w14:paraId="5DA8B400" w14:textId="77777777" w:rsidTr="00613A06">
        <w:trPr>
          <w:trHeight w:val="497"/>
        </w:trPr>
        <w:tc>
          <w:tcPr>
            <w:tcW w:w="9520" w:type="dxa"/>
          </w:tcPr>
          <w:p w14:paraId="1E0269FC" w14:textId="33C83872" w:rsidR="00613A06" w:rsidRPr="00613A06" w:rsidRDefault="006A05C9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Konstytucje II Rzeczypospolitej, nowela sierpniowa i ich wpływ n</w:t>
            </w:r>
            <w:r w:rsidR="00613A06">
              <w:rPr>
                <w:rFonts w:ascii="Corbel" w:hAnsi="Corbel"/>
                <w:iCs/>
                <w:sz w:val="24"/>
                <w:szCs w:val="24"/>
              </w:rPr>
              <w:t>a</w:t>
            </w:r>
            <w:r w:rsidRPr="00AC10D3">
              <w:rPr>
                <w:rFonts w:ascii="Corbel" w:hAnsi="Corbel"/>
                <w:iCs/>
                <w:sz w:val="24"/>
                <w:szCs w:val="24"/>
              </w:rPr>
              <w:t xml:space="preserve"> administrację</w:t>
            </w:r>
            <w:r>
              <w:rPr>
                <w:rFonts w:ascii="Corbel" w:hAnsi="Corbel"/>
                <w:sz w:val="24"/>
                <w:szCs w:val="24"/>
              </w:rPr>
              <w:t xml:space="preserve"> centraln</w:t>
            </w:r>
            <w:r w:rsidR="00613A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06A2A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i terytorialn</w:t>
            </w:r>
            <w:r w:rsidR="00613A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 Samorząd terytorialny. Sądownictwo administracyjne</w:t>
            </w:r>
            <w:r w:rsidR="00613A0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05C9" w:rsidRPr="00AC10D3" w14:paraId="38E5D899" w14:textId="77777777" w:rsidTr="008D0794">
        <w:tc>
          <w:tcPr>
            <w:tcW w:w="9520" w:type="dxa"/>
          </w:tcPr>
          <w:p w14:paraId="2C0E3A78" w14:textId="192AE6C1" w:rsidR="006A05C9" w:rsidRPr="00AC10D3" w:rsidRDefault="006A05C9" w:rsidP="009956C0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Ustrój administracji w Polsce Ludowej</w:t>
            </w:r>
            <w:r w:rsidR="00406A2A">
              <w:rPr>
                <w:rFonts w:ascii="Corbel" w:hAnsi="Corbel"/>
                <w:sz w:val="24"/>
                <w:szCs w:val="24"/>
              </w:rPr>
              <w:t xml:space="preserve"> i Polskiej Rzeczypospolitej Ludowej</w:t>
            </w:r>
            <w:r>
              <w:rPr>
                <w:rFonts w:ascii="Corbel" w:hAnsi="Corbel"/>
                <w:sz w:val="24"/>
                <w:szCs w:val="24"/>
              </w:rPr>
              <w:t>. Podział terytorialny państwa</w:t>
            </w:r>
            <w:r w:rsidR="00406A2A">
              <w:rPr>
                <w:rFonts w:ascii="Corbel" w:hAnsi="Corbel"/>
                <w:sz w:val="24"/>
                <w:szCs w:val="24"/>
              </w:rPr>
              <w:t xml:space="preserve"> – a</w:t>
            </w:r>
            <w:r>
              <w:rPr>
                <w:rFonts w:ascii="Corbel" w:hAnsi="Corbel"/>
                <w:sz w:val="24"/>
                <w:szCs w:val="24"/>
              </w:rPr>
              <w:t>dministracja centralna</w:t>
            </w:r>
            <w:r w:rsidR="00406A2A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>terytorialna. Kontrola administracji.</w:t>
            </w:r>
            <w:r w:rsidR="00406A2A">
              <w:rPr>
                <w:rFonts w:ascii="Corbel" w:hAnsi="Corbel"/>
                <w:sz w:val="24"/>
                <w:szCs w:val="24"/>
              </w:rPr>
              <w:t xml:space="preserve"> Sądownictwo administracyjne.</w:t>
            </w:r>
          </w:p>
        </w:tc>
      </w:tr>
    </w:tbl>
    <w:p w14:paraId="115B5B81" w14:textId="77777777" w:rsidR="00865388" w:rsidRDefault="00865388" w:rsidP="00406A2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A58D9C" w14:textId="77777777" w:rsidR="009956C0" w:rsidRDefault="009956C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7C7DEEC" w14:textId="2898A63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</w:t>
      </w:r>
      <w:r w:rsidR="009956C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</w:p>
    <w:p w14:paraId="402A0F45" w14:textId="77777777" w:rsidR="009956C0" w:rsidRPr="00B169DF" w:rsidRDefault="009956C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A88D463" w14:textId="26BA29AB" w:rsidR="00656AED" w:rsidRDefault="00656AED" w:rsidP="009956C0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603AD6">
        <w:rPr>
          <w:rFonts w:ascii="Corbel" w:hAnsi="Corbel"/>
          <w:bCs/>
          <w:smallCaps w:val="0"/>
          <w:szCs w:val="24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 wykład informacyjny z elementami wykładu problemowego, wymianą poglądów, wykład z prezentacją multimedialną.</w:t>
      </w:r>
    </w:p>
    <w:p w14:paraId="5608EB32" w14:textId="10CE260D" w:rsidR="00E960BB" w:rsidRPr="00656AED" w:rsidRDefault="00656AED" w:rsidP="009956C0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Ćwiczenia </w:t>
      </w:r>
      <w:r>
        <w:rPr>
          <w:rFonts w:ascii="Corbel" w:hAnsi="Corbel"/>
          <w:b w:val="0"/>
          <w:smallCaps w:val="0"/>
          <w:szCs w:val="24"/>
        </w:rPr>
        <w:t>– metoda klasyczna problemowa z elementami wykładu konwersatoryjnego, praca w grupach – dyskusja, studium przypadku w zakresie analizy i interpretacji aktów prawnych oraz tekstów źródłowych, rozwiązywanie kazusów.</w:t>
      </w:r>
    </w:p>
    <w:p w14:paraId="01B28FC6" w14:textId="77777777" w:rsidR="004A0340" w:rsidRPr="00B169DF" w:rsidRDefault="004A03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21C707BE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9956C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B169DF" w14:paraId="226D9E85" w14:textId="77777777" w:rsidTr="00911AE4">
        <w:tc>
          <w:tcPr>
            <w:tcW w:w="1730" w:type="dxa"/>
            <w:vAlign w:val="center"/>
          </w:tcPr>
          <w:p w14:paraId="40623A34" w14:textId="77777777" w:rsidR="0085747A" w:rsidRPr="00F2275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22751">
              <w:rPr>
                <w:rFonts w:ascii="Corbel" w:hAnsi="Corbel"/>
                <w:bCs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135FC0B3" w14:textId="77777777" w:rsidR="0085747A" w:rsidRPr="00F2275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F22751">
              <w:rPr>
                <w:rFonts w:ascii="Corbel" w:hAnsi="Corbel"/>
                <w:bCs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CFD1827" w14:textId="77777777" w:rsidR="00923D7D" w:rsidRPr="00F2275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22751">
              <w:rPr>
                <w:rFonts w:ascii="Corbel" w:hAnsi="Corbel"/>
                <w:bCs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911AE4">
        <w:tc>
          <w:tcPr>
            <w:tcW w:w="1730" w:type="dxa"/>
          </w:tcPr>
          <w:p w14:paraId="6267168D" w14:textId="6B80DB63" w:rsidR="0085747A" w:rsidRPr="00B169DF" w:rsidRDefault="00656A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 – Ek_08</w:t>
            </w:r>
          </w:p>
        </w:tc>
        <w:tc>
          <w:tcPr>
            <w:tcW w:w="5954" w:type="dxa"/>
          </w:tcPr>
          <w:p w14:paraId="27D90EF1" w14:textId="4A38FD3F" w:rsidR="0085747A" w:rsidRPr="00B169DF" w:rsidRDefault="00656AE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1836" w:type="dxa"/>
          </w:tcPr>
          <w:p w14:paraId="4D1F06B9" w14:textId="1A689B84" w:rsidR="0085747A" w:rsidRPr="00B169DF" w:rsidRDefault="00656A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B169DF" w14:paraId="635E67C7" w14:textId="77777777" w:rsidTr="00911AE4">
        <w:tc>
          <w:tcPr>
            <w:tcW w:w="1730" w:type="dxa"/>
          </w:tcPr>
          <w:p w14:paraId="6B3A141E" w14:textId="496D5D39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Ek_0</w:t>
            </w:r>
            <w:r w:rsidR="00656AED">
              <w:rPr>
                <w:rFonts w:ascii="Corbel" w:hAnsi="Corbel"/>
                <w:b w:val="0"/>
                <w:szCs w:val="24"/>
              </w:rPr>
              <w:t>9 – Ek_10</w:t>
            </w:r>
          </w:p>
        </w:tc>
        <w:tc>
          <w:tcPr>
            <w:tcW w:w="5954" w:type="dxa"/>
          </w:tcPr>
          <w:p w14:paraId="2E22BC82" w14:textId="0D1D6577" w:rsidR="0085747A" w:rsidRPr="00B169DF" w:rsidRDefault="00656A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36" w:type="dxa"/>
          </w:tcPr>
          <w:p w14:paraId="05A69994" w14:textId="064D0EC1" w:rsidR="0085747A" w:rsidRPr="00B169DF" w:rsidRDefault="00656A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289BCA7" w14:textId="3A4255C7" w:rsidR="00963300" w:rsidRDefault="00963300" w:rsidP="009956C0">
            <w:pPr>
              <w:pStyle w:val="Punktygwne"/>
              <w:spacing w:before="60" w:after="0"/>
              <w:ind w:left="-43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Wykłady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egzamin </w:t>
            </w:r>
            <w:r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formie </w:t>
            </w:r>
            <w:r w:rsidR="002B3B90">
              <w:rPr>
                <w:rFonts w:ascii="Corbel" w:hAnsi="Corbel"/>
                <w:b w:val="0"/>
                <w:bCs/>
                <w:smallCaps w:val="0"/>
                <w:szCs w:val="24"/>
              </w:rPr>
              <w:t>ustnej.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Warunkiem dopuszczenia do egzaminu jest zaliczenie ćwiczeń na ocenę pozytywną. </w:t>
            </w:r>
          </w:p>
          <w:p w14:paraId="1917240B" w14:textId="77777777" w:rsidR="00963300" w:rsidRDefault="00963300" w:rsidP="009956C0">
            <w:pPr>
              <w:pStyle w:val="Punktygwne"/>
              <w:spacing w:before="60" w:after="0"/>
              <w:ind w:left="352" w:hanging="425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Ćwiczenia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warunki do zaliczenia na ocenę</w:t>
            </w:r>
          </w:p>
          <w:p w14:paraId="27CE7784" w14:textId="6FBF41D7" w:rsidR="00963300" w:rsidRDefault="00963300" w:rsidP="009956C0">
            <w:pPr>
              <w:pStyle w:val="Punktygwne"/>
              <w:numPr>
                <w:ilvl w:val="0"/>
                <w:numId w:val="4"/>
              </w:numPr>
              <w:spacing w:before="0" w:after="0"/>
              <w:ind w:hanging="273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obowiązkowa obecność na ćwiczeniach – w semestrze możliwa jedna nieusprawiedliwiona nieobecność;</w:t>
            </w:r>
          </w:p>
          <w:p w14:paraId="6FD8E419" w14:textId="7D80F792" w:rsidR="002B3B90" w:rsidRDefault="00963300" w:rsidP="009956C0">
            <w:pPr>
              <w:pStyle w:val="Punktygwne"/>
              <w:numPr>
                <w:ilvl w:val="0"/>
                <w:numId w:val="4"/>
              </w:numPr>
              <w:spacing w:before="0" w:after="0"/>
              <w:ind w:hanging="273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zaliczenie kolokwium na koniec</w:t>
            </w:r>
            <w:r w:rsidR="002B3B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semestru </w:t>
            </w:r>
            <w:r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>w formie testu zamkniętego z odpowiedziami wielokrotnego wyboru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Wybór prawidłowej/prawidłowych odpowiedzi z co najmniej trzech zaproponowanych. Za prawidłową odpowiedź można uzyskać 1 punkt, nie stosuje się punktacji ułamkowej. Liczba pytań wynosi od 15-25 pytań. Minimalny próg zaliczenia wynosi </w:t>
            </w:r>
            <w:r w:rsidR="00837484">
              <w:rPr>
                <w:rFonts w:ascii="Corbel" w:hAnsi="Corbel"/>
                <w:b w:val="0"/>
                <w:bCs/>
                <w:smallCaps w:val="0"/>
                <w:szCs w:val="24"/>
              </w:rPr>
              <w:t>60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% udzielonych poprawnie odpowiedzi.</w:t>
            </w:r>
          </w:p>
          <w:p w14:paraId="2BB5D64F" w14:textId="730BE7C8" w:rsidR="0085747A" w:rsidRPr="002B3B90" w:rsidRDefault="00963300" w:rsidP="009956C0">
            <w:pPr>
              <w:pStyle w:val="Punktygwne"/>
              <w:spacing w:before="60"/>
              <w:ind w:left="-17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3B90">
              <w:rPr>
                <w:rFonts w:ascii="Corbel" w:hAnsi="Corbel"/>
                <w:b w:val="0"/>
                <w:bCs/>
                <w:smallCaps w:val="0"/>
                <w:szCs w:val="24"/>
              </w:rPr>
              <w:t>Jedynie w przypadku wykazania znacznej aktywności popartej wysokim poziomem wiedzy merytorycznej możliwe zwolnienie z testu. Zaliczenie na ocenę odbywa się wówczas na podstawie ocen cząstkowych</w:t>
            </w:r>
            <w:r w:rsidR="004A08E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otrzymanych </w:t>
            </w:r>
            <w:r w:rsidRPr="002B3B90">
              <w:rPr>
                <w:rFonts w:ascii="Corbel" w:hAnsi="Corbel"/>
                <w:b w:val="0"/>
                <w:bCs/>
                <w:smallCaps w:val="0"/>
                <w:szCs w:val="24"/>
              </w:rPr>
              <w:t>w semestrze.</w:t>
            </w:r>
          </w:p>
        </w:tc>
      </w:tr>
    </w:tbl>
    <w:p w14:paraId="549B3CBB" w14:textId="77777777" w:rsidR="0085747A" w:rsidRPr="00B169DF" w:rsidRDefault="0085747A" w:rsidP="002B3B9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956C0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9956C0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956C0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0B394037" w:rsidR="0085747A" w:rsidRPr="00B169DF" w:rsidRDefault="00963300" w:rsidP="00911A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 – 30 godz.</w:t>
            </w:r>
            <w:r w:rsidR="00911AE4">
              <w:rPr>
                <w:rFonts w:ascii="Corbel" w:hAnsi="Corbel"/>
                <w:sz w:val="24"/>
                <w:szCs w:val="24"/>
              </w:rPr>
              <w:t>, ć</w:t>
            </w:r>
            <w:r>
              <w:rPr>
                <w:rFonts w:ascii="Corbel" w:hAnsi="Corbel"/>
                <w:sz w:val="24"/>
                <w:szCs w:val="24"/>
              </w:rPr>
              <w:t>wiczenia – 30 godz.</w:t>
            </w:r>
          </w:p>
        </w:tc>
      </w:tr>
      <w:tr w:rsidR="00C61DC5" w:rsidRPr="00B169DF" w14:paraId="2A4AABEF" w14:textId="77777777" w:rsidTr="009956C0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153DF088" w:rsidR="00C61DC5" w:rsidRPr="00B169DF" w:rsidRDefault="00963300" w:rsidP="00963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 godz.</w:t>
            </w:r>
          </w:p>
        </w:tc>
      </w:tr>
      <w:tr w:rsidR="00C61DC5" w:rsidRPr="00B169DF" w14:paraId="3796D0EB" w14:textId="77777777" w:rsidTr="009956C0">
        <w:tc>
          <w:tcPr>
            <w:tcW w:w="5132" w:type="dxa"/>
          </w:tcPr>
          <w:p w14:paraId="1BAAD611" w14:textId="0E0773DD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56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4C2CAE47" w:rsidR="004D566E" w:rsidRPr="009956C0" w:rsidRDefault="00963300" w:rsidP="00995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85747A" w:rsidRPr="00B169DF" w14:paraId="1ADE6CE7" w14:textId="77777777" w:rsidTr="009956C0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57452BE1" w:rsidR="0085747A" w:rsidRPr="00B169DF" w:rsidRDefault="00963300" w:rsidP="00963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126 godz.</w:t>
            </w:r>
          </w:p>
        </w:tc>
      </w:tr>
      <w:tr w:rsidR="0085747A" w:rsidRPr="00B169DF" w14:paraId="071C4E58" w14:textId="77777777" w:rsidTr="009956C0"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3FF5DFA3" w:rsidR="0085747A" w:rsidRPr="00B169DF" w:rsidRDefault="00963300" w:rsidP="00963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punktów</w:t>
            </w:r>
          </w:p>
        </w:tc>
      </w:tr>
    </w:tbl>
    <w:p w14:paraId="63F632C6" w14:textId="77777777" w:rsidR="0085747A" w:rsidRPr="00B169DF" w:rsidRDefault="00923D7D" w:rsidP="009956C0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963300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5F523725" w:rsidR="0085747A" w:rsidRPr="00B169DF" w:rsidRDefault="00963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</w:t>
            </w:r>
          </w:p>
        </w:tc>
      </w:tr>
      <w:tr w:rsidR="0085747A" w:rsidRPr="00B169DF" w14:paraId="276FFB2E" w14:textId="77777777" w:rsidTr="00963300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63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44E4D874" w:rsidR="00963300" w:rsidRPr="00B169DF" w:rsidRDefault="00963300" w:rsidP="00963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</w:t>
            </w:r>
          </w:p>
        </w:tc>
      </w:tr>
    </w:tbl>
    <w:p w14:paraId="0E03DECB" w14:textId="77777777" w:rsidR="003E1941" w:rsidRPr="00B169DF" w:rsidRDefault="003E1941" w:rsidP="00946F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0ED44C" w14:textId="77777777" w:rsidR="00911AE4" w:rsidRPr="00B169DF" w:rsidRDefault="00911AE4" w:rsidP="00911A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4FF34100" w14:textId="77777777" w:rsidR="00911AE4" w:rsidRPr="00B169DF" w:rsidRDefault="00911AE4" w:rsidP="00911A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11AE4" w:rsidRPr="00B169DF" w14:paraId="02646F09" w14:textId="77777777" w:rsidTr="00AD5DB9">
        <w:trPr>
          <w:trHeight w:val="397"/>
        </w:trPr>
        <w:tc>
          <w:tcPr>
            <w:tcW w:w="7513" w:type="dxa"/>
          </w:tcPr>
          <w:p w14:paraId="42116B3A" w14:textId="77777777" w:rsidR="00911AE4" w:rsidRPr="002B3B90" w:rsidRDefault="00911AE4" w:rsidP="00AD5DB9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2B3B9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14B5BD3" w14:textId="77777777" w:rsidR="00911AE4" w:rsidRDefault="00911AE4" w:rsidP="00911AE4">
            <w:pPr>
              <w:pStyle w:val="Punktygwne"/>
              <w:numPr>
                <w:ilvl w:val="0"/>
                <w:numId w:val="2"/>
              </w:numPr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Maciejewski,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administracji,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2006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30E79A1" w14:textId="77777777" w:rsidR="00911AE4" w:rsidRDefault="00911AE4" w:rsidP="00911AE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J. Bardach, B. Leśnodorski, M. Pietrzak, </w:t>
            </w:r>
            <w:r w:rsidRPr="00D960DA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Historia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ustroju</w:t>
            </w:r>
            <w:r w:rsidRPr="00D960DA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 i prawa </w:t>
            </w:r>
            <w:r w:rsidRPr="002B3B9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polskiego</w:t>
            </w:r>
            <w:r w:rsidRPr="00D960DA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,</w:t>
            </w: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wyd. 6, Warszawa 2010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</w:p>
          <w:p w14:paraId="4D5CF65F" w14:textId="77777777" w:rsidR="00911AE4" w:rsidRPr="002B3B90" w:rsidRDefault="00911AE4" w:rsidP="00911AE4">
            <w:pPr>
              <w:pStyle w:val="Punktygwne"/>
              <w:numPr>
                <w:ilvl w:val="0"/>
                <w:numId w:val="2"/>
              </w:numPr>
              <w:spacing w:before="0"/>
              <w:ind w:hanging="357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W. Witkowski, </w:t>
            </w:r>
            <w:r w:rsidRPr="002B3B9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Historia administracji w Polsce 1767-2020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  <w:t>wyd. II, Warszawa 2021.</w:t>
            </w:r>
          </w:p>
        </w:tc>
      </w:tr>
      <w:tr w:rsidR="00911AE4" w:rsidRPr="00B169DF" w14:paraId="1C62FC02" w14:textId="77777777" w:rsidTr="00AD5DB9">
        <w:trPr>
          <w:trHeight w:val="397"/>
        </w:trPr>
        <w:tc>
          <w:tcPr>
            <w:tcW w:w="7513" w:type="dxa"/>
          </w:tcPr>
          <w:p w14:paraId="62045B8C" w14:textId="77777777" w:rsidR="00911AE4" w:rsidRPr="002B3B90" w:rsidRDefault="00911AE4" w:rsidP="00AD5DB9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2B3B9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C38FB4D" w14:textId="77777777" w:rsidR="00911AE4" w:rsidRDefault="00911AE4" w:rsidP="00911AE4">
            <w:pPr>
              <w:numPr>
                <w:ilvl w:val="0"/>
                <w:numId w:val="3"/>
              </w:numPr>
              <w:spacing w:before="60"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R. Jastrzębski, (red.) </w:t>
            </w:r>
            <w:r w:rsidRPr="00D3013C">
              <w:rPr>
                <w:rFonts w:ascii="Corbel" w:eastAsia="Cambria" w:hAnsi="Corbel"/>
                <w:i/>
                <w:iCs/>
                <w:sz w:val="24"/>
                <w:szCs w:val="24"/>
              </w:rPr>
              <w:t>Historia administracji. Wybór źródeł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>Warszawa 2024;</w:t>
            </w:r>
          </w:p>
          <w:p w14:paraId="110DA9F8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Zamość 2004;</w:t>
            </w:r>
          </w:p>
          <w:p w14:paraId="543E3F46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H.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Izdebski,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Warszawa 1996 i następne;</w:t>
            </w:r>
          </w:p>
          <w:p w14:paraId="730E3266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Cichoń, M.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Nowakowski,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>Historia administracji,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Warszawa 2010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02B06852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W. Mróz, A. 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w systemie ustrojowym Polski do 1939 r.</w:t>
            </w:r>
            <w:r>
              <w:rPr>
                <w:rFonts w:ascii="Corbel" w:eastAsia="Cambria" w:hAnsi="Corbel"/>
                <w:sz w:val="24"/>
                <w:szCs w:val="24"/>
              </w:rPr>
              <w:t>, Przemyśl 1997;</w:t>
            </w:r>
          </w:p>
          <w:p w14:paraId="449ECF9B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Mróz,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rządowa i samorządowa w Europie w dobie nowożytnej</w:t>
            </w:r>
            <w:r>
              <w:rPr>
                <w:rFonts w:ascii="Corbel" w:eastAsia="Cambria" w:hAnsi="Corbel"/>
                <w:sz w:val="24"/>
                <w:szCs w:val="24"/>
              </w:rPr>
              <w:t>, Przemyśl 2003;</w:t>
            </w:r>
          </w:p>
          <w:p w14:paraId="1B8F4188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Malec, D.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Malec,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 xml:space="preserve">Historia administracji i myśli administracyjnej, </w:t>
            </w:r>
            <w:r w:rsidRPr="00DC3D5E">
              <w:rPr>
                <w:rFonts w:ascii="Corbel" w:hAnsi="Corbel"/>
                <w:sz w:val="24"/>
                <w:szCs w:val="24"/>
              </w:rPr>
              <w:t>Kraków 2003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61D1CF2D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hyperlink r:id="rId8" w:tooltip="Andrzej Gaca (strona nie istnieje)" w:history="1">
              <w:r>
                <w:rPr>
                  <w:rFonts w:ascii="Corbel" w:eastAsia="Cambria" w:hAnsi="Corbel"/>
                  <w:color w:val="000000"/>
                  <w:sz w:val="24"/>
                  <w:szCs w:val="24"/>
                </w:rPr>
                <w:t>A.</w:t>
              </w:r>
              <w:r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Gaca</w:t>
              </w:r>
            </w:hyperlink>
            <w:r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hyperlink r:id="rId9" w:tooltip="Krystyna Kamińska" w:history="1">
              <w:r>
                <w:rPr>
                  <w:rFonts w:ascii="Corbel" w:eastAsia="Cambria" w:hAnsi="Corbel"/>
                  <w:color w:val="000000"/>
                  <w:sz w:val="24"/>
                  <w:szCs w:val="24"/>
                </w:rPr>
                <w:t>K.</w:t>
              </w:r>
              <w:r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Kamińska</w:t>
              </w:r>
            </w:hyperlink>
            <w:r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 xml:space="preserve">Historia powszechna ustrojów państwowych, </w:t>
            </w: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Toruń 2002;</w:t>
            </w:r>
          </w:p>
          <w:p w14:paraId="4905EA35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hyperlink r:id="rId10" w:tooltip="Grzegorz Górski" w:history="1">
              <w:r>
                <w:rPr>
                  <w:rFonts w:ascii="Corbel" w:eastAsia="Cambria" w:hAnsi="Corbel"/>
                  <w:color w:val="000000"/>
                  <w:sz w:val="24"/>
                  <w:szCs w:val="24"/>
                </w:rPr>
                <w:t>G.</w:t>
              </w:r>
              <w:r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Górski</w:t>
              </w:r>
            </w:hyperlink>
            <w:r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>Historia administracji,</w:t>
            </w: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Warszawa 2002;</w:t>
            </w:r>
          </w:p>
          <w:p w14:paraId="02F6CC93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A. Korobowicz,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 xml:space="preserve">Historia ustroju i prawa polskiego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(1772-1918 )</w:t>
            </w:r>
            <w:r>
              <w:rPr>
                <w:rFonts w:ascii="Corbel" w:eastAsia="Cambria" w:hAnsi="Corbel"/>
                <w:sz w:val="24"/>
                <w:szCs w:val="24"/>
              </w:rPr>
              <w:t>, Kraków 1998;</w:t>
            </w:r>
          </w:p>
          <w:p w14:paraId="5112C44C" w14:textId="77777777" w:rsidR="00911AE4" w:rsidRPr="00DC3D5E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M.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Kallas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 X-XX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>Warszawa 1996;</w:t>
            </w:r>
          </w:p>
          <w:p w14:paraId="5801677C" w14:textId="77777777" w:rsidR="00911AE4" w:rsidRDefault="00911AE4" w:rsidP="00911AE4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R. Łaszewski, S.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Salmonowicz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</w:t>
            </w:r>
            <w:r>
              <w:rPr>
                <w:rFonts w:ascii="Corbel" w:eastAsia="Cambria" w:hAnsi="Corbel"/>
                <w:sz w:val="24"/>
                <w:szCs w:val="24"/>
              </w:rPr>
              <w:t>, Toruń 1997;</w:t>
            </w:r>
          </w:p>
          <w:p w14:paraId="48EBE2A7" w14:textId="77777777" w:rsidR="00911AE4" w:rsidRPr="00963300" w:rsidRDefault="00911AE4" w:rsidP="00911AE4">
            <w:pPr>
              <w:numPr>
                <w:ilvl w:val="0"/>
                <w:numId w:val="3"/>
              </w:numPr>
              <w:spacing w:after="60" w:line="240" w:lineRule="auto"/>
              <w:ind w:left="482" w:hanging="357"/>
              <w:rPr>
                <w:rFonts w:ascii="Corbel" w:eastAsia="Cambria" w:hAnsi="Corbel"/>
                <w:sz w:val="24"/>
                <w:szCs w:val="24"/>
              </w:rPr>
            </w:pP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963300">
              <w:rPr>
                <w:rFonts w:ascii="Corbel" w:eastAsia="Cambria" w:hAnsi="Corbel"/>
                <w:sz w:val="24"/>
                <w:szCs w:val="24"/>
              </w:rPr>
              <w:t>Hład</w:t>
            </w:r>
            <w:r>
              <w:rPr>
                <w:rFonts w:ascii="Corbel" w:eastAsia="Cambria" w:hAnsi="Corbel"/>
                <w:sz w:val="24"/>
                <w:szCs w:val="24"/>
              </w:rPr>
              <w:t>a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>j</w:t>
            </w:r>
            <w:proofErr w:type="spellEnd"/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>D.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 Malec, </w:t>
            </w:r>
            <w:r>
              <w:rPr>
                <w:rFonts w:ascii="Corbel" w:eastAsia="Cambria" w:hAnsi="Corbel"/>
                <w:sz w:val="24"/>
                <w:szCs w:val="24"/>
              </w:rPr>
              <w:t>J.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 Malec, </w:t>
            </w:r>
            <w:r>
              <w:rPr>
                <w:rFonts w:ascii="Corbel" w:eastAsia="Cambria" w:hAnsi="Corbel"/>
                <w:sz w:val="24"/>
                <w:szCs w:val="24"/>
              </w:rPr>
              <w:t>Z.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 Zarzycki, </w:t>
            </w:r>
            <w:r w:rsidRPr="00963300">
              <w:rPr>
                <w:rFonts w:ascii="Corbel" w:eastAsia="Cambria" w:hAnsi="Corbel"/>
                <w:i/>
                <w:iCs/>
                <w:sz w:val="24"/>
                <w:szCs w:val="24"/>
              </w:rPr>
              <w:t>Hi</w:t>
            </w:r>
            <w:r w:rsidRPr="00963300">
              <w:rPr>
                <w:rFonts w:ascii="Corbel" w:eastAsia="Cambria" w:hAnsi="Corbel"/>
                <w:i/>
                <w:sz w:val="24"/>
                <w:szCs w:val="24"/>
              </w:rPr>
              <w:t>storia administracji. Wybór źródeł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963300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63300">
              <w:rPr>
                <w:rFonts w:ascii="Corbel" w:eastAsia="Cambria" w:hAnsi="Corbel"/>
                <w:iCs/>
                <w:sz w:val="24"/>
                <w:szCs w:val="24"/>
              </w:rPr>
              <w:t>Kr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>aków 2002.</w:t>
            </w:r>
          </w:p>
        </w:tc>
      </w:tr>
    </w:tbl>
    <w:p w14:paraId="1C6A9C50" w14:textId="77777777" w:rsidR="00911AE4" w:rsidRPr="00B169DF" w:rsidRDefault="00911AE4" w:rsidP="00911A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FB7CC2" w14:textId="77777777" w:rsidR="00911AE4" w:rsidRPr="00B169DF" w:rsidRDefault="00911AE4" w:rsidP="00911A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DF433" w14:textId="77777777" w:rsidR="00911AE4" w:rsidRPr="00B169DF" w:rsidRDefault="00911AE4" w:rsidP="00911A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11AE4" w:rsidRPr="00B169DF" w:rsidSect="00911AE4"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055C9" w14:textId="77777777" w:rsidR="00BE2781" w:rsidRDefault="00BE2781" w:rsidP="00C16ABF">
      <w:pPr>
        <w:spacing w:after="0" w:line="240" w:lineRule="auto"/>
      </w:pPr>
      <w:r>
        <w:separator/>
      </w:r>
    </w:p>
  </w:endnote>
  <w:endnote w:type="continuationSeparator" w:id="0">
    <w:p w14:paraId="7F89BB8F" w14:textId="77777777" w:rsidR="00BE2781" w:rsidRDefault="00BE27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99087" w14:textId="77777777" w:rsidR="00BE2781" w:rsidRDefault="00BE2781" w:rsidP="00C16ABF">
      <w:pPr>
        <w:spacing w:after="0" w:line="240" w:lineRule="auto"/>
      </w:pPr>
      <w:r>
        <w:separator/>
      </w:r>
    </w:p>
  </w:footnote>
  <w:footnote w:type="continuationSeparator" w:id="0">
    <w:p w14:paraId="322DA143" w14:textId="77777777" w:rsidR="00BE2781" w:rsidRDefault="00BE2781" w:rsidP="00C16ABF">
      <w:pPr>
        <w:spacing w:after="0" w:line="240" w:lineRule="auto"/>
      </w:pPr>
      <w:r>
        <w:continuationSeparator/>
      </w:r>
    </w:p>
  </w:footnote>
  <w:footnote w:id="1">
    <w:p w14:paraId="623AB0AA" w14:textId="77777777" w:rsidR="00865388" w:rsidRDefault="00865388" w:rsidP="0086538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2816DE"/>
    <w:multiLevelType w:val="hybridMultilevel"/>
    <w:tmpl w:val="039CBF0A"/>
    <w:lvl w:ilvl="0" w:tplc="34AE4296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108475763">
    <w:abstractNumId w:val="2"/>
  </w:num>
  <w:num w:numId="3" w16cid:durableId="2101678619">
    <w:abstractNumId w:val="3"/>
  </w:num>
  <w:num w:numId="4" w16cid:durableId="148643246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81F"/>
    <w:rsid w:val="0009462C"/>
    <w:rsid w:val="00094B12"/>
    <w:rsid w:val="00096C46"/>
    <w:rsid w:val="000A296F"/>
    <w:rsid w:val="000A2A28"/>
    <w:rsid w:val="000A3CDF"/>
    <w:rsid w:val="000A6FD0"/>
    <w:rsid w:val="000B192D"/>
    <w:rsid w:val="000B28A7"/>
    <w:rsid w:val="000B28EE"/>
    <w:rsid w:val="000B3E37"/>
    <w:rsid w:val="000D04B0"/>
    <w:rsid w:val="000D5D02"/>
    <w:rsid w:val="000E6D3F"/>
    <w:rsid w:val="000F1C57"/>
    <w:rsid w:val="000F5615"/>
    <w:rsid w:val="00103AC5"/>
    <w:rsid w:val="001045A1"/>
    <w:rsid w:val="00107733"/>
    <w:rsid w:val="00124BFF"/>
    <w:rsid w:val="00125019"/>
    <w:rsid w:val="0012560E"/>
    <w:rsid w:val="00127108"/>
    <w:rsid w:val="00134B13"/>
    <w:rsid w:val="001448B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6E4"/>
    <w:rsid w:val="0018530D"/>
    <w:rsid w:val="00192F37"/>
    <w:rsid w:val="001A70D2"/>
    <w:rsid w:val="001B0D8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164B"/>
    <w:rsid w:val="00281FF2"/>
    <w:rsid w:val="002857DE"/>
    <w:rsid w:val="00291567"/>
    <w:rsid w:val="002A22BF"/>
    <w:rsid w:val="002A2389"/>
    <w:rsid w:val="002A671D"/>
    <w:rsid w:val="002B3542"/>
    <w:rsid w:val="002B3B9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B5"/>
    <w:rsid w:val="00346FE9"/>
    <w:rsid w:val="0034759A"/>
    <w:rsid w:val="003503F6"/>
    <w:rsid w:val="003530DD"/>
    <w:rsid w:val="00363F78"/>
    <w:rsid w:val="00365E83"/>
    <w:rsid w:val="003A0A5B"/>
    <w:rsid w:val="003A1176"/>
    <w:rsid w:val="003C0BAE"/>
    <w:rsid w:val="003D18A9"/>
    <w:rsid w:val="003D6CE2"/>
    <w:rsid w:val="003E1941"/>
    <w:rsid w:val="003E2FE6"/>
    <w:rsid w:val="003E49D5"/>
    <w:rsid w:val="003E5F50"/>
    <w:rsid w:val="003F205D"/>
    <w:rsid w:val="003F2EE6"/>
    <w:rsid w:val="003F38C0"/>
    <w:rsid w:val="00406A2A"/>
    <w:rsid w:val="00414E3C"/>
    <w:rsid w:val="0042244A"/>
    <w:rsid w:val="0042745A"/>
    <w:rsid w:val="00431D5C"/>
    <w:rsid w:val="004362C6"/>
    <w:rsid w:val="00437FA2"/>
    <w:rsid w:val="00445970"/>
    <w:rsid w:val="00456B02"/>
    <w:rsid w:val="00461EFC"/>
    <w:rsid w:val="004652C2"/>
    <w:rsid w:val="004706D1"/>
    <w:rsid w:val="00471326"/>
    <w:rsid w:val="0047598D"/>
    <w:rsid w:val="004840FD"/>
    <w:rsid w:val="00485B40"/>
    <w:rsid w:val="00490F7D"/>
    <w:rsid w:val="00491678"/>
    <w:rsid w:val="004968E2"/>
    <w:rsid w:val="004A0340"/>
    <w:rsid w:val="004A08E3"/>
    <w:rsid w:val="004A3EEA"/>
    <w:rsid w:val="004A4D1F"/>
    <w:rsid w:val="004B3F0E"/>
    <w:rsid w:val="004D31C0"/>
    <w:rsid w:val="004D5282"/>
    <w:rsid w:val="004D566E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41F7"/>
    <w:rsid w:val="0056696D"/>
    <w:rsid w:val="0059484D"/>
    <w:rsid w:val="005A0855"/>
    <w:rsid w:val="005A3196"/>
    <w:rsid w:val="005A3389"/>
    <w:rsid w:val="005C080F"/>
    <w:rsid w:val="005C55E5"/>
    <w:rsid w:val="005C696A"/>
    <w:rsid w:val="005E6E85"/>
    <w:rsid w:val="005F31D2"/>
    <w:rsid w:val="005F76A3"/>
    <w:rsid w:val="0061029B"/>
    <w:rsid w:val="00613A06"/>
    <w:rsid w:val="00616012"/>
    <w:rsid w:val="00617230"/>
    <w:rsid w:val="00621CE1"/>
    <w:rsid w:val="00627FC9"/>
    <w:rsid w:val="00641256"/>
    <w:rsid w:val="00647FA8"/>
    <w:rsid w:val="00650C5F"/>
    <w:rsid w:val="00650D24"/>
    <w:rsid w:val="00654934"/>
    <w:rsid w:val="00656AED"/>
    <w:rsid w:val="006620D9"/>
    <w:rsid w:val="006648B9"/>
    <w:rsid w:val="00671958"/>
    <w:rsid w:val="00675843"/>
    <w:rsid w:val="00696477"/>
    <w:rsid w:val="00696479"/>
    <w:rsid w:val="006A05C9"/>
    <w:rsid w:val="006D050F"/>
    <w:rsid w:val="006D6139"/>
    <w:rsid w:val="006E5D65"/>
    <w:rsid w:val="006F1282"/>
    <w:rsid w:val="006F17CF"/>
    <w:rsid w:val="006F1FBC"/>
    <w:rsid w:val="006F31E2"/>
    <w:rsid w:val="00706544"/>
    <w:rsid w:val="007072BA"/>
    <w:rsid w:val="0071620A"/>
    <w:rsid w:val="0072147E"/>
    <w:rsid w:val="00724677"/>
    <w:rsid w:val="00725459"/>
    <w:rsid w:val="007327BD"/>
    <w:rsid w:val="00734608"/>
    <w:rsid w:val="007368F7"/>
    <w:rsid w:val="00745302"/>
    <w:rsid w:val="007461D6"/>
    <w:rsid w:val="00746EC8"/>
    <w:rsid w:val="00763BF1"/>
    <w:rsid w:val="00766FD4"/>
    <w:rsid w:val="00767773"/>
    <w:rsid w:val="00780C1D"/>
    <w:rsid w:val="0078168C"/>
    <w:rsid w:val="00787C2A"/>
    <w:rsid w:val="00790E27"/>
    <w:rsid w:val="007A4022"/>
    <w:rsid w:val="007A59B2"/>
    <w:rsid w:val="007A6E6E"/>
    <w:rsid w:val="007C3299"/>
    <w:rsid w:val="007C3BCC"/>
    <w:rsid w:val="007C4546"/>
    <w:rsid w:val="007D6E56"/>
    <w:rsid w:val="007F4155"/>
    <w:rsid w:val="0081554D"/>
    <w:rsid w:val="0081707E"/>
    <w:rsid w:val="00837484"/>
    <w:rsid w:val="008449B3"/>
    <w:rsid w:val="008552A2"/>
    <w:rsid w:val="0085747A"/>
    <w:rsid w:val="00865388"/>
    <w:rsid w:val="00884922"/>
    <w:rsid w:val="00885F64"/>
    <w:rsid w:val="008917F9"/>
    <w:rsid w:val="008960C7"/>
    <w:rsid w:val="008A45F7"/>
    <w:rsid w:val="008C0CC0"/>
    <w:rsid w:val="008C19A9"/>
    <w:rsid w:val="008C379D"/>
    <w:rsid w:val="008C5147"/>
    <w:rsid w:val="008C5359"/>
    <w:rsid w:val="008C5363"/>
    <w:rsid w:val="008D021F"/>
    <w:rsid w:val="008D2022"/>
    <w:rsid w:val="008D3DFB"/>
    <w:rsid w:val="008E64F4"/>
    <w:rsid w:val="008F12C9"/>
    <w:rsid w:val="008F6E29"/>
    <w:rsid w:val="00911AE4"/>
    <w:rsid w:val="00916188"/>
    <w:rsid w:val="00923D7D"/>
    <w:rsid w:val="00927276"/>
    <w:rsid w:val="00946FCF"/>
    <w:rsid w:val="009508DF"/>
    <w:rsid w:val="00950DAC"/>
    <w:rsid w:val="00954A07"/>
    <w:rsid w:val="009576EE"/>
    <w:rsid w:val="00963300"/>
    <w:rsid w:val="009814BA"/>
    <w:rsid w:val="009956C0"/>
    <w:rsid w:val="00997F14"/>
    <w:rsid w:val="009A1FE1"/>
    <w:rsid w:val="009A78D9"/>
    <w:rsid w:val="009C3E31"/>
    <w:rsid w:val="009C4AD9"/>
    <w:rsid w:val="009C54AE"/>
    <w:rsid w:val="009C5BD9"/>
    <w:rsid w:val="009C788E"/>
    <w:rsid w:val="009D3F3B"/>
    <w:rsid w:val="009E0543"/>
    <w:rsid w:val="009E3B41"/>
    <w:rsid w:val="009F3C5C"/>
    <w:rsid w:val="009F4610"/>
    <w:rsid w:val="009F6D40"/>
    <w:rsid w:val="00A00ECC"/>
    <w:rsid w:val="00A112B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79"/>
    <w:rsid w:val="00A60799"/>
    <w:rsid w:val="00A82EB8"/>
    <w:rsid w:val="00A84C85"/>
    <w:rsid w:val="00A97DE1"/>
    <w:rsid w:val="00AB053C"/>
    <w:rsid w:val="00AB4465"/>
    <w:rsid w:val="00AC32A4"/>
    <w:rsid w:val="00AD1146"/>
    <w:rsid w:val="00AD27D3"/>
    <w:rsid w:val="00AD5FA6"/>
    <w:rsid w:val="00AD621B"/>
    <w:rsid w:val="00AD66D6"/>
    <w:rsid w:val="00AE1160"/>
    <w:rsid w:val="00AE203C"/>
    <w:rsid w:val="00AE2E74"/>
    <w:rsid w:val="00AE57A3"/>
    <w:rsid w:val="00AE5FCB"/>
    <w:rsid w:val="00AE7138"/>
    <w:rsid w:val="00AF2C1E"/>
    <w:rsid w:val="00B06142"/>
    <w:rsid w:val="00B11102"/>
    <w:rsid w:val="00B135B1"/>
    <w:rsid w:val="00B1435F"/>
    <w:rsid w:val="00B169DF"/>
    <w:rsid w:val="00B3130B"/>
    <w:rsid w:val="00B37B59"/>
    <w:rsid w:val="00B40ADB"/>
    <w:rsid w:val="00B43B77"/>
    <w:rsid w:val="00B43E80"/>
    <w:rsid w:val="00B45852"/>
    <w:rsid w:val="00B5417E"/>
    <w:rsid w:val="00B607DB"/>
    <w:rsid w:val="00B66529"/>
    <w:rsid w:val="00B75946"/>
    <w:rsid w:val="00B8056E"/>
    <w:rsid w:val="00B819C8"/>
    <w:rsid w:val="00B82308"/>
    <w:rsid w:val="00B90885"/>
    <w:rsid w:val="00BA1160"/>
    <w:rsid w:val="00BB3402"/>
    <w:rsid w:val="00BB520A"/>
    <w:rsid w:val="00BD3869"/>
    <w:rsid w:val="00BD66E9"/>
    <w:rsid w:val="00BD6FF4"/>
    <w:rsid w:val="00BE27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5E"/>
    <w:rsid w:val="00C532CA"/>
    <w:rsid w:val="00C56036"/>
    <w:rsid w:val="00C61DC5"/>
    <w:rsid w:val="00C63981"/>
    <w:rsid w:val="00C67E92"/>
    <w:rsid w:val="00C70A26"/>
    <w:rsid w:val="00C71ED0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6AF"/>
    <w:rsid w:val="00D176F6"/>
    <w:rsid w:val="00D17C3C"/>
    <w:rsid w:val="00D26B2C"/>
    <w:rsid w:val="00D3013C"/>
    <w:rsid w:val="00D3397B"/>
    <w:rsid w:val="00D352C9"/>
    <w:rsid w:val="00D425B2"/>
    <w:rsid w:val="00D428D6"/>
    <w:rsid w:val="00D552B2"/>
    <w:rsid w:val="00D56D86"/>
    <w:rsid w:val="00D608D1"/>
    <w:rsid w:val="00D62765"/>
    <w:rsid w:val="00D74119"/>
    <w:rsid w:val="00D8075B"/>
    <w:rsid w:val="00D81763"/>
    <w:rsid w:val="00D8678B"/>
    <w:rsid w:val="00DA2114"/>
    <w:rsid w:val="00DE09C0"/>
    <w:rsid w:val="00DE4A14"/>
    <w:rsid w:val="00DF320D"/>
    <w:rsid w:val="00DF71C8"/>
    <w:rsid w:val="00E052C2"/>
    <w:rsid w:val="00E129B8"/>
    <w:rsid w:val="00E21E7D"/>
    <w:rsid w:val="00E22FBC"/>
    <w:rsid w:val="00E24BF5"/>
    <w:rsid w:val="00E25338"/>
    <w:rsid w:val="00E34F8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D09"/>
    <w:rsid w:val="00EE5457"/>
    <w:rsid w:val="00EF56A5"/>
    <w:rsid w:val="00F070AB"/>
    <w:rsid w:val="00F17567"/>
    <w:rsid w:val="00F22751"/>
    <w:rsid w:val="00F26E5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C7B79"/>
    <w:rsid w:val="00FD503F"/>
    <w:rsid w:val="00FD7589"/>
    <w:rsid w:val="00FE0F5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41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0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/index.php?title=Andrzej_Gaca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Grzegorz_G%C3%B3r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Krystyna_Kami%C5%84s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93</TotalTime>
  <Pages>1</Pages>
  <Words>1913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37</cp:revision>
  <cp:lastPrinted>2025-10-28T08:06:00Z</cp:lastPrinted>
  <dcterms:created xsi:type="dcterms:W3CDTF">2025-09-17T22:16:00Z</dcterms:created>
  <dcterms:modified xsi:type="dcterms:W3CDTF">2025-10-28T09:17:00Z</dcterms:modified>
</cp:coreProperties>
</file>